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BC6295" w:rsidRDefault="00023EA7" w:rsidP="00C53A06">
      <w:pPr>
        <w:spacing w:before="120" w:after="120" w:line="360" w:lineRule="auto"/>
        <w:jc w:val="center"/>
        <w:rPr>
          <w:rFonts w:ascii="Arial" w:hAnsi="Arial" w:cs="Arial"/>
          <w:b/>
          <w:sz w:val="48"/>
          <w:szCs w:val="48"/>
        </w:rPr>
      </w:pPr>
      <w:r>
        <w:rPr>
          <w:rFonts w:ascii="Arial" w:hAnsi="Arial" w:cs="Arial"/>
          <w:b/>
          <w:sz w:val="48"/>
          <w:szCs w:val="48"/>
        </w:rPr>
        <w:t>Sprint-2</w:t>
      </w:r>
    </w:p>
    <w:p w:rsidR="00C53A06" w:rsidRPr="00CC3D8F" w:rsidRDefault="00EF63AD" w:rsidP="003C13DF">
      <w:pPr>
        <w:pStyle w:val="Title"/>
        <w:spacing w:before="0" w:after="0" w:line="360" w:lineRule="auto"/>
        <w:rPr>
          <w:sz w:val="44"/>
          <w:szCs w:val="44"/>
        </w:rPr>
      </w:pPr>
      <w:r>
        <w:rPr>
          <w:sz w:val="44"/>
          <w:szCs w:val="44"/>
        </w:rPr>
        <w:t>Test Case CAS_</w:t>
      </w:r>
      <w:r w:rsidR="00FD4C77">
        <w:rPr>
          <w:sz w:val="44"/>
          <w:szCs w:val="44"/>
        </w:rPr>
        <w:t>MPDU_</w:t>
      </w:r>
      <w:r>
        <w:rPr>
          <w:sz w:val="44"/>
          <w:szCs w:val="44"/>
        </w:rPr>
        <w:t>TC_008</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A5188E" w:rsidP="00FE5351">
      <w:pPr>
        <w:pStyle w:val="Subtitle"/>
        <w:rPr>
          <w:sz w:val="40"/>
          <w:szCs w:val="40"/>
        </w:rPr>
      </w:pPr>
      <w:bookmarkStart w:id="0" w:name="PubDate"/>
      <w:r>
        <w:rPr>
          <w:sz w:val="40"/>
          <w:szCs w:val="40"/>
        </w:rPr>
        <w:t>August</w:t>
      </w:r>
      <w:r w:rsidR="00F16735" w:rsidRPr="00BC6295">
        <w:rPr>
          <w:sz w:val="40"/>
          <w:szCs w:val="40"/>
        </w:rPr>
        <w:t xml:space="preserve"> 201</w:t>
      </w:r>
      <w:r w:rsidR="00EF40FE" w:rsidRPr="00BC6295">
        <w:rPr>
          <w:sz w:val="40"/>
          <w:szCs w:val="40"/>
        </w:rPr>
        <w:t>7</w:t>
      </w:r>
    </w:p>
    <w:bookmarkEnd w:id="0"/>
    <w:p w:rsidR="00BE14F8" w:rsidRPr="00BC6295" w:rsidRDefault="00F16735" w:rsidP="00FE5351">
      <w:pPr>
        <w:pStyle w:val="Subtitle"/>
        <w:rPr>
          <w:sz w:val="40"/>
          <w:szCs w:val="40"/>
        </w:rPr>
        <w:sectPr w:rsidR="00BE14F8" w:rsidRPr="00BC6295" w:rsidSect="007735A4">
          <w:pgSz w:w="12240" w:h="15840" w:code="1"/>
          <w:pgMar w:top="1440" w:right="1440" w:bottom="1440" w:left="1440" w:header="720" w:footer="720" w:gutter="0"/>
          <w:pgNumType w:start="1"/>
          <w:cols w:space="720"/>
          <w:docGrid w:linePitch="360"/>
        </w:sectPr>
      </w:pPr>
      <w:r w:rsidRPr="00BC6295">
        <w:rPr>
          <w:sz w:val="40"/>
          <w:szCs w:val="40"/>
        </w:rPr>
        <w:t>Version</w:t>
      </w:r>
      <w:r w:rsidR="00EF40FE" w:rsidRPr="00BC6295">
        <w:rPr>
          <w:sz w:val="40"/>
          <w:szCs w:val="40"/>
        </w:rPr>
        <w:t xml:space="preserve"> 1.0</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1"/>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023EA7" w:rsidP="00EB4B73">
            <w:r>
              <w:t>08/22</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Default="00B50F40" w:rsidP="00B50F40">
      <w:pPr>
        <w:pStyle w:val="FrontmatterHeading"/>
      </w:pPr>
      <w:r>
        <w:lastRenderedPageBreak/>
        <w:t>Template Revision History</w:t>
      </w:r>
    </w:p>
    <w:tbl>
      <w:tblPr>
        <w:tblStyle w:val="ListTable6Colorful1"/>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023EA7" w:rsidP="00665245">
            <w:r>
              <w:t>08/22</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t xml:space="preserve">Constructed for </w:t>
            </w:r>
            <w:r w:rsidR="00146CAA">
              <w:t>CAS</w:t>
            </w:r>
            <w:r w:rsidRPr="00EB4B73">
              <w:t xml:space="preserve"> </w:t>
            </w:r>
            <w:r>
              <w:t xml:space="preserve">based on </w:t>
            </w:r>
            <w:r w:rsidR="00146CAA">
              <w:t>historical Test Case format used on prior VA Projects</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2D7D03">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2D7D03">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2D7D03">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2D7D03">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4"/>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1" w:name="_Toc489565052"/>
      <w:r>
        <w:lastRenderedPageBreak/>
        <w:t>Product Description</w:t>
      </w:r>
      <w:bookmarkEnd w:id="1"/>
    </w:p>
    <w:p w:rsidR="00BE14F8" w:rsidRDefault="00193F7E" w:rsidP="00BE14F8">
      <w:proofErr w:type="spellStart"/>
      <w:r>
        <w:t>OneVA</w:t>
      </w:r>
      <w:proofErr w:type="spellEnd"/>
      <w:r>
        <w:t xml:space="preserve"> </w:t>
      </w:r>
      <w:proofErr w:type="gramStart"/>
      <w:r>
        <w:t xml:space="preserve">Pharmacy </w:t>
      </w:r>
      <w:r w:rsidR="00F16735">
        <w:t xml:space="preserve"> </w:t>
      </w:r>
      <w:r w:rsidR="00146CAA">
        <w:t>Clinical</w:t>
      </w:r>
      <w:proofErr w:type="gramEnd"/>
      <w:r w:rsidR="00146CAA">
        <w:t xml:space="preserve"> Ancillary Services (CAS) </w:t>
      </w:r>
      <w:r w:rsidR="00F16735">
        <w:t xml:space="preserve">project </w:t>
      </w:r>
    </w:p>
    <w:p w:rsidR="00F16735" w:rsidRDefault="00F16735" w:rsidP="00BE14F8">
      <w:pPr>
        <w:pStyle w:val="Heading2"/>
      </w:pPr>
      <w:bookmarkStart w:id="2" w:name="_Toc489565053"/>
      <w:r>
        <w:t>Purpose</w:t>
      </w:r>
      <w:bookmarkEnd w:id="2"/>
    </w:p>
    <w:p w:rsidR="00DC6C34" w:rsidRDefault="00F16735" w:rsidP="00F16735">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CD7BA5" w:rsidRPr="00CD7BA5">
        <w:t>OneVA</w:t>
      </w:r>
      <w:proofErr w:type="spellEnd"/>
      <w:r w:rsidR="00CD7BA5" w:rsidRPr="00CD7BA5">
        <w:t xml:space="preserve"> Pharmacy to only allow pharmacists with proper permissions (such as PSORPH key) to make clinical dispensing decisions for prescriptions being filled at remote pharmacies so medication can only be dispensed by the proper personnel.  </w:t>
      </w:r>
      <w:r w:rsidR="00DC6C34">
        <w:t>The CHYSHR environment is the Host site.  The DAYTSHR environment is the dispensing site (remote).</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3" w:name="_Toc489565054"/>
      <w:r>
        <w:t>Scope</w:t>
      </w:r>
      <w:bookmarkEnd w:id="3"/>
    </w:p>
    <w:p w:rsidR="00056F08" w:rsidRPr="009A54DD" w:rsidRDefault="009A54DD" w:rsidP="006131A6">
      <w:bookmarkStart w:id="4" w:name="_Toc489564996"/>
      <w:bookmarkStart w:id="5" w:name="_Toc489565055"/>
      <w:r w:rsidRPr="009A54DD">
        <w:t xml:space="preserve">As a VA Pharmacist I need the </w:t>
      </w:r>
      <w:proofErr w:type="spellStart"/>
      <w:r w:rsidRPr="009A54DD">
        <w:t>OneVA</w:t>
      </w:r>
      <w:proofErr w:type="spellEnd"/>
      <w:r w:rsidRPr="009A54DD">
        <w:t xml:space="preserve"> Pharmacy to only allow pharmacists with proper permissions (such as PSORPH key) to make clinical dispensing decisions for prescriptions being filled at remote pharmacies so medication can only be dispensed by the proper personnel.  </w:t>
      </w:r>
    </w:p>
    <w:p w:rsidR="00F16735" w:rsidRDefault="00F16735" w:rsidP="00056F08">
      <w:pPr>
        <w:pStyle w:val="Heading1"/>
      </w:pPr>
      <w:r>
        <w:t>Test Case</w:t>
      </w:r>
      <w:bookmarkEnd w:id="4"/>
      <w:bookmarkEnd w:id="5"/>
    </w:p>
    <w:p w:rsidR="00F16735" w:rsidRDefault="0032039B" w:rsidP="00F16735">
      <w:r>
        <w:t xml:space="preserve">CAS Test Cases and supporting test scripts will be recorded managed in VA Enterprise Jazz Rational Quality Manager Tool </w:t>
      </w:r>
      <w:r w:rsidR="007B313B">
        <w:t>PBM(Q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9A54DD" w:rsidRDefault="009A54DD" w:rsidP="009A54DD">
      <w:pPr>
        <w:pStyle w:val="ListBullet"/>
        <w:numPr>
          <w:ilvl w:val="0"/>
          <w:numId w:val="21"/>
        </w:numPr>
      </w:pPr>
      <w:r>
        <w:t xml:space="preserve">The </w:t>
      </w:r>
      <w:proofErr w:type="spellStart"/>
      <w:r>
        <w:t>OneVA</w:t>
      </w:r>
      <w:proofErr w:type="spellEnd"/>
      <w:r>
        <w:t xml:space="preserve"> Pharmacy will allow only users with the PSORPH security key to perform remote fill and partial remote fill actions. </w:t>
      </w:r>
    </w:p>
    <w:p w:rsidR="009A54DD" w:rsidRDefault="009A54DD" w:rsidP="009A54DD">
      <w:pPr>
        <w:pStyle w:val="ListBullet"/>
        <w:numPr>
          <w:ilvl w:val="0"/>
          <w:numId w:val="21"/>
        </w:numPr>
      </w:pPr>
      <w:r>
        <w:t xml:space="preserve">The </w:t>
      </w:r>
      <w:proofErr w:type="spellStart"/>
      <w:r>
        <w:t>OneVA</w:t>
      </w:r>
      <w:proofErr w:type="spellEnd"/>
      <w:r>
        <w:t xml:space="preserve"> Pharmacy will block the users by disabling the remote fill and partial remote fill actions for users who do not hold the PSORPH key.      </w:t>
      </w:r>
    </w:p>
    <w:p w:rsidR="00F16735" w:rsidRDefault="00F16735" w:rsidP="002657AC">
      <w:pPr>
        <w:pStyle w:val="Heading2"/>
        <w:numPr>
          <w:ilvl w:val="0"/>
          <w:numId w:val="0"/>
        </w:numPr>
        <w:ind w:left="576"/>
      </w:pPr>
    </w:p>
    <w:tbl>
      <w:tblPr>
        <w:tblStyle w:val="GridTable4-Accent31"/>
        <w:tblW w:w="0" w:type="auto"/>
        <w:tblLook w:val="04A0" w:firstRow="1" w:lastRow="0" w:firstColumn="1" w:lastColumn="0" w:noHBand="0" w:noVBand="1"/>
      </w:tblPr>
      <w:tblGrid>
        <w:gridCol w:w="2358"/>
        <w:gridCol w:w="7218"/>
      </w:tblGrid>
      <w:tr w:rsidR="00EB4B73" w:rsidRPr="00EB4B73" w:rsidTr="00457F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t>Field</w:t>
            </w:r>
          </w:p>
        </w:tc>
        <w:tc>
          <w:tcPr>
            <w:tcW w:w="721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Test Case ID:</w:t>
            </w:r>
          </w:p>
        </w:tc>
        <w:tc>
          <w:tcPr>
            <w:tcW w:w="7218" w:type="dxa"/>
          </w:tcPr>
          <w:p w:rsidR="00EB4B73" w:rsidRPr="00EB4B73" w:rsidRDefault="00687CD2" w:rsidP="00EB4B73">
            <w:pPr>
              <w:cnfStyle w:val="000000100000" w:firstRow="0" w:lastRow="0" w:firstColumn="0" w:lastColumn="0" w:oddVBand="0" w:evenVBand="0" w:oddHBand="1" w:evenHBand="0" w:firstRowFirstColumn="0" w:firstRowLastColumn="0" w:lastRowFirstColumn="0" w:lastRowLastColumn="0"/>
            </w:pPr>
            <w:r>
              <w:t>CAS_</w:t>
            </w:r>
            <w:r w:rsidR="00CB4D1F">
              <w:t>MPDU_</w:t>
            </w:r>
            <w:r>
              <w:t>TC_00</w:t>
            </w:r>
            <w:r w:rsidR="00EF63AD">
              <w:t>8</w:t>
            </w:r>
            <w:r w:rsidR="00CB4D1F">
              <w:t xml:space="preserve">_ </w:t>
            </w:r>
            <w:r w:rsidR="00CB4D1F" w:rsidRPr="00CB4D1F">
              <w:t>PARTIAL FILL</w:t>
            </w:r>
            <w:r w:rsidR="00CB4D1F">
              <w:t xml:space="preserve"> PSORPH KEY ON</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RTC</w:t>
            </w:r>
            <w:r w:rsidR="00EB4B73" w:rsidRPr="00EB4B73">
              <w:t xml:space="preserve"> ID:</w:t>
            </w:r>
          </w:p>
        </w:tc>
        <w:tc>
          <w:tcPr>
            <w:tcW w:w="7218" w:type="dxa"/>
          </w:tcPr>
          <w:p w:rsidR="00EB4B73" w:rsidRPr="00D34545" w:rsidRDefault="005E3D54" w:rsidP="00EB4B73">
            <w:pPr>
              <w:cnfStyle w:val="000000000000" w:firstRow="0" w:lastRow="0" w:firstColumn="0" w:lastColumn="0" w:oddVBand="0" w:evenVBand="0" w:oddHBand="0" w:evenHBand="0" w:firstRowFirstColumn="0" w:firstRowLastColumn="0" w:lastRowFirstColumn="0" w:lastRowLastColumn="0"/>
              <w:rPr>
                <w:color w:val="FF0000"/>
              </w:rPr>
            </w:pPr>
            <w:r w:rsidRPr="005E3D54">
              <w:t>554332</w:t>
            </w:r>
          </w:p>
        </w:tc>
      </w:tr>
      <w:tr w:rsidR="00A5122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5122D" w:rsidRDefault="00A5122D" w:rsidP="00EB4B73">
            <w:r>
              <w:t xml:space="preserve"> RM ID:</w:t>
            </w:r>
          </w:p>
        </w:tc>
        <w:tc>
          <w:tcPr>
            <w:tcW w:w="7218" w:type="dxa"/>
          </w:tcPr>
          <w:p w:rsidR="00A5122D" w:rsidRPr="00D34545" w:rsidRDefault="00781083" w:rsidP="00EB4B73">
            <w:pPr>
              <w:cnfStyle w:val="000000100000" w:firstRow="0" w:lastRow="0" w:firstColumn="0" w:lastColumn="0" w:oddVBand="0" w:evenVBand="0" w:oddHBand="1" w:evenHBand="0" w:firstRowFirstColumn="0" w:firstRowLastColumn="0" w:lastRowFirstColumn="0" w:lastRowLastColumn="0"/>
              <w:rPr>
                <w:color w:val="FF0000"/>
              </w:rPr>
            </w:pPr>
            <w:r w:rsidRPr="00781083">
              <w:t>920989</w:t>
            </w:r>
          </w:p>
        </w:tc>
      </w:tr>
      <w:tr w:rsidR="008361F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361FD" w:rsidRDefault="008361FD" w:rsidP="00EB4B73">
            <w:r>
              <w:t>QM ID:</w:t>
            </w:r>
          </w:p>
        </w:tc>
        <w:tc>
          <w:tcPr>
            <w:tcW w:w="7218" w:type="dxa"/>
          </w:tcPr>
          <w:p w:rsidR="008361FD" w:rsidRPr="00D34545" w:rsidRDefault="008361FD" w:rsidP="00EB4B73">
            <w:pPr>
              <w:cnfStyle w:val="000000000000" w:firstRow="0" w:lastRow="0" w:firstColumn="0" w:lastColumn="0" w:oddVBand="0" w:evenVBand="0" w:oddHBand="0" w:evenHBand="0" w:firstRowFirstColumn="0" w:firstRowLastColumn="0" w:lastRowFirstColumn="0" w:lastRowLastColumn="0"/>
              <w:rPr>
                <w:color w:val="FF0000"/>
              </w:rPr>
            </w:pPr>
            <w:r w:rsidRPr="00133EC8">
              <w:t>15</w:t>
            </w:r>
            <w:r w:rsidR="009A297E" w:rsidRPr="00133EC8">
              <w:t>61</w:t>
            </w:r>
            <w:r w:rsidR="00AD2902">
              <w:t>48</w:t>
            </w:r>
            <w:bookmarkStart w:id="6" w:name="_GoBack"/>
            <w:bookmarkEnd w:id="6"/>
          </w:p>
        </w:tc>
      </w:tr>
      <w:tr w:rsidR="00586A95"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A95" w:rsidRDefault="00586A95" w:rsidP="00EB4B73">
            <w:r>
              <w:t>Tester:</w:t>
            </w:r>
          </w:p>
        </w:tc>
        <w:tc>
          <w:tcPr>
            <w:tcW w:w="7218" w:type="dxa"/>
          </w:tcPr>
          <w:p w:rsidR="00586A95" w:rsidRPr="00687CD2" w:rsidRDefault="00586A95" w:rsidP="00EB4B73">
            <w:pPr>
              <w:cnfStyle w:val="000000100000" w:firstRow="0" w:lastRow="0" w:firstColumn="0" w:lastColumn="0" w:oddVBand="0" w:evenVBand="0" w:oddHBand="1" w:evenHBand="0" w:firstRowFirstColumn="0" w:firstRowLastColumn="0" w:lastRowFirstColumn="0" w:lastRowLastColumn="0"/>
            </w:pPr>
            <w:r>
              <w:t>Joe McGovern</w:t>
            </w:r>
            <w:r w:rsidR="00210B49">
              <w:t xml:space="preserve">, </w:t>
            </w:r>
            <w:r w:rsidR="00BA1F67">
              <w:t>Samatha Girla</w:t>
            </w:r>
          </w:p>
        </w:tc>
      </w:tr>
      <w:tr w:rsidR="005B3C0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Environment:</w:t>
            </w:r>
          </w:p>
        </w:tc>
        <w:tc>
          <w:tcPr>
            <w:tcW w:w="7218" w:type="dxa"/>
          </w:tcPr>
          <w:p w:rsidR="005B3C0D" w:rsidRDefault="00C46329" w:rsidP="00EB4B73">
            <w:pPr>
              <w:cnfStyle w:val="000000000000" w:firstRow="0" w:lastRow="0" w:firstColumn="0" w:lastColumn="0" w:oddVBand="0" w:evenVBand="0" w:oddHBand="0" w:evenHBand="0" w:firstRowFirstColumn="0" w:firstRowLastColumn="0" w:lastRowFirstColumn="0" w:lastRowLastColumn="0"/>
            </w:pPr>
            <w:r>
              <w:t>CHYSHR, DAYTSHR</w:t>
            </w:r>
          </w:p>
        </w:tc>
      </w:tr>
      <w:tr w:rsidR="005B3C0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Build :</w:t>
            </w:r>
          </w:p>
        </w:tc>
        <w:tc>
          <w:tcPr>
            <w:tcW w:w="7218" w:type="dxa"/>
          </w:tcPr>
          <w:p w:rsidR="005B3C0D" w:rsidRDefault="005A17DC" w:rsidP="00EB4B73">
            <w:pPr>
              <w:cnfStyle w:val="000000100000" w:firstRow="0" w:lastRow="0" w:firstColumn="0" w:lastColumn="0" w:oddVBand="0" w:evenVBand="0" w:oddHBand="1" w:evenHBand="0" w:firstRowFirstColumn="0" w:firstRowLastColumn="0" w:lastRowFirstColumn="0" w:lastRowLastColumn="0"/>
            </w:pPr>
            <w:r w:rsidRPr="005A17DC">
              <w:t>PSO_7_497_20170825A.KID</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 xml:space="preserve">Use </w:t>
            </w:r>
            <w:r w:rsidR="00EB4B73" w:rsidRPr="00EB4B73">
              <w:t>Case Name</w:t>
            </w:r>
            <w:r w:rsidR="00884A55">
              <w:t>:</w:t>
            </w:r>
          </w:p>
        </w:tc>
        <w:tc>
          <w:tcPr>
            <w:tcW w:w="7218" w:type="dxa"/>
          </w:tcPr>
          <w:p w:rsidR="00EB4B73" w:rsidRPr="00D34545" w:rsidRDefault="00CD7BA5" w:rsidP="00EB4B73">
            <w:pPr>
              <w:cnfStyle w:val="000000000000" w:firstRow="0" w:lastRow="0" w:firstColumn="0" w:lastColumn="0" w:oddVBand="0" w:evenVBand="0" w:oddHBand="0" w:evenHBand="0" w:firstRowFirstColumn="0" w:firstRowLastColumn="0" w:lastRowFirstColumn="0" w:lastRowLastColumn="0"/>
              <w:rPr>
                <w:color w:val="FF0000"/>
              </w:rPr>
            </w:pPr>
            <w:proofErr w:type="spellStart"/>
            <w:r w:rsidRPr="000212EB">
              <w:t>OneVA</w:t>
            </w:r>
            <w:proofErr w:type="spellEnd"/>
            <w:r w:rsidRPr="000212EB">
              <w:t xml:space="preserve"> Pharmacy - Permissions Remote Fill</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lastRenderedPageBreak/>
              <w:t>Scenario</w:t>
            </w:r>
            <w:r w:rsidR="00884A55">
              <w:t>:</w:t>
            </w:r>
          </w:p>
        </w:tc>
        <w:tc>
          <w:tcPr>
            <w:tcW w:w="7218" w:type="dxa"/>
          </w:tcPr>
          <w:p w:rsidR="00EB4B73" w:rsidRPr="00D34545" w:rsidRDefault="000212EB" w:rsidP="0057304B">
            <w:pPr>
              <w:cnfStyle w:val="000000100000" w:firstRow="0" w:lastRow="0" w:firstColumn="0" w:lastColumn="0" w:oddVBand="0" w:evenVBand="0" w:oddHBand="1" w:evenHBand="0" w:firstRowFirstColumn="0" w:firstRowLastColumn="0" w:lastRowFirstColumn="0" w:lastRowLastColumn="0"/>
              <w:rPr>
                <w:color w:val="FF0000"/>
              </w:rPr>
            </w:pPr>
            <w:r w:rsidRPr="000212EB">
              <w:t xml:space="preserve">As a VA Pharmacist I need the </w:t>
            </w:r>
            <w:proofErr w:type="spellStart"/>
            <w:r w:rsidRPr="000212EB">
              <w:t>OneVA</w:t>
            </w:r>
            <w:proofErr w:type="spellEnd"/>
            <w:r w:rsidRPr="000212EB">
              <w:t xml:space="preserve"> Pharmacy to only allow pharmacists with proper permissions (such as PSORPH key) to make clinical dispensing decisions for prescriptions being filled at remote pharmacies so medication can only be dispensed by the proper personnel.  </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Actors</w:t>
            </w:r>
            <w:r w:rsidR="00884A55">
              <w:t>:</w:t>
            </w:r>
          </w:p>
        </w:tc>
        <w:tc>
          <w:tcPr>
            <w:tcW w:w="7218" w:type="dxa"/>
          </w:tcPr>
          <w:p w:rsidR="00EB4B73" w:rsidRPr="00EB4B73" w:rsidRDefault="0041073F" w:rsidP="00EB4B73">
            <w:pPr>
              <w:cnfStyle w:val="000000000000" w:firstRow="0" w:lastRow="0" w:firstColumn="0" w:lastColumn="0" w:oddVBand="0" w:evenVBand="0" w:oddHBand="0" w:evenHBand="0" w:firstRowFirstColumn="0" w:firstRowLastColumn="0" w:lastRowFirstColumn="0" w:lastRowLastColumn="0"/>
            </w:pPr>
            <w:r>
              <w:t>Pharmacist</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Pre</w:t>
            </w:r>
            <w:r w:rsidR="00190BAE">
              <w:t>-C</w:t>
            </w:r>
            <w:r w:rsidRPr="00EB4B73">
              <w:t>ondition</w:t>
            </w:r>
            <w:r w:rsidR="00884A55">
              <w:t>:</w:t>
            </w:r>
          </w:p>
        </w:tc>
        <w:tc>
          <w:tcPr>
            <w:tcW w:w="7218" w:type="dxa"/>
          </w:tcPr>
          <w:p w:rsidR="00EB4B73" w:rsidRPr="00D66D21" w:rsidRDefault="0038065E" w:rsidP="00EB4B73">
            <w:pPr>
              <w:cnfStyle w:val="000000100000" w:firstRow="0" w:lastRow="0" w:firstColumn="0" w:lastColumn="0" w:oddVBand="0" w:evenVBand="0" w:oddHBand="1" w:evenHBand="0" w:firstRowFirstColumn="0" w:firstRowLastColumn="0" w:lastRowFirstColumn="0" w:lastRowLastColumn="0"/>
            </w:pPr>
            <w:r w:rsidRPr="00D66D21">
              <w:t xml:space="preserve">The Pharmacist must have an active </w:t>
            </w:r>
            <w:proofErr w:type="spellStart"/>
            <w:r w:rsidRPr="00D66D21">
              <w:t>VistA</w:t>
            </w:r>
            <w:proofErr w:type="spellEnd"/>
            <w:r w:rsidRPr="00D66D21">
              <w:t xml:space="preserve"> account with access to the </w:t>
            </w:r>
            <w:proofErr w:type="spellStart"/>
            <w:r w:rsidRPr="00D66D21">
              <w:t>OneVA</w:t>
            </w:r>
            <w:proofErr w:type="spellEnd"/>
            <w:r w:rsidRPr="00D66D21">
              <w:t xml:space="preserve"> Pharmacy</w:t>
            </w:r>
            <w:r w:rsidR="00195ED1" w:rsidRPr="00D66D21">
              <w:t xml:space="preserve"> Program</w:t>
            </w:r>
            <w:r w:rsidRPr="00D66D21">
              <w:t>.</w:t>
            </w:r>
          </w:p>
          <w:p w:rsidR="007276FE" w:rsidRPr="00F65AB4" w:rsidRDefault="007276FE" w:rsidP="00EB4B73">
            <w:pPr>
              <w:cnfStyle w:val="000000100000" w:firstRow="0" w:lastRow="0" w:firstColumn="0" w:lastColumn="0" w:oddVBand="0" w:evenVBand="0" w:oddHBand="1" w:evenHBand="0" w:firstRowFirstColumn="0" w:firstRowLastColumn="0" w:lastRowFirstColumn="0" w:lastRowLastColumn="0"/>
              <w:rPr>
                <w:color w:val="FF0000"/>
              </w:rPr>
            </w:pPr>
          </w:p>
          <w:p w:rsidR="007276FE" w:rsidRPr="00D66D21" w:rsidRDefault="007276FE" w:rsidP="00EB4B73">
            <w:pPr>
              <w:cnfStyle w:val="000000100000" w:firstRow="0" w:lastRow="0" w:firstColumn="0" w:lastColumn="0" w:oddVBand="0" w:evenVBand="0" w:oddHBand="1" w:evenHBand="0" w:firstRowFirstColumn="0" w:firstRowLastColumn="0" w:lastRowFirstColumn="0" w:lastRowLastColumn="0"/>
            </w:pPr>
            <w:proofErr w:type="spellStart"/>
            <w:r w:rsidRPr="00D66D21">
              <w:t>OneVa</w:t>
            </w:r>
            <w:proofErr w:type="spellEnd"/>
            <w:r w:rsidRPr="00D66D21">
              <w:t xml:space="preserve"> Pharmacy flag must be turned on at both host and dispensing sites.</w:t>
            </w:r>
          </w:p>
          <w:p w:rsidR="007B348F" w:rsidRPr="00F65AB4" w:rsidRDefault="007B348F" w:rsidP="00EB4B73">
            <w:pPr>
              <w:cnfStyle w:val="000000100000" w:firstRow="0" w:lastRow="0" w:firstColumn="0" w:lastColumn="0" w:oddVBand="0" w:evenVBand="0" w:oddHBand="1" w:evenHBand="0" w:firstRowFirstColumn="0" w:firstRowLastColumn="0" w:lastRowFirstColumn="0" w:lastRowLastColumn="0"/>
              <w:rPr>
                <w:color w:val="FF0000"/>
              </w:rPr>
            </w:pPr>
          </w:p>
          <w:p w:rsidR="007B348F" w:rsidRPr="00EB4B73" w:rsidRDefault="007B348F" w:rsidP="00EB4B73">
            <w:pPr>
              <w:cnfStyle w:val="000000100000" w:firstRow="0" w:lastRow="0" w:firstColumn="0" w:lastColumn="0" w:oddVBand="0" w:evenVBand="0" w:oddHBand="1" w:evenHBand="0" w:firstRowFirstColumn="0" w:firstRowLastColumn="0" w:lastRowFirstColumn="0" w:lastRowLastColumn="0"/>
            </w:pPr>
            <w:r w:rsidRPr="00CB4D1F">
              <w:t>At least one prescription should exist for the target patient</w:t>
            </w:r>
            <w:r w:rsidRPr="00D34545">
              <w:rPr>
                <w:color w:val="FF0000"/>
              </w:rPr>
              <w:t xml:space="preserve">. </w:t>
            </w:r>
          </w:p>
        </w:tc>
      </w:tr>
      <w:tr w:rsidR="00190BAE" w:rsidRPr="00C42907" w:rsidTr="00457F69">
        <w:tc>
          <w:tcPr>
            <w:cnfStyle w:val="001000000000" w:firstRow="0" w:lastRow="0" w:firstColumn="1" w:lastColumn="0" w:oddVBand="0" w:evenVBand="0" w:oddHBand="0" w:evenHBand="0" w:firstRowFirstColumn="0" w:firstRowLastColumn="0" w:lastRowFirstColumn="0" w:lastRowLastColumn="0"/>
            <w:tcW w:w="2358" w:type="dxa"/>
          </w:tcPr>
          <w:p w:rsidR="00190BAE" w:rsidRPr="00C42907" w:rsidRDefault="00190BAE" w:rsidP="00665245">
            <w:r>
              <w:t>Post-Condition</w:t>
            </w:r>
          </w:p>
        </w:tc>
        <w:tc>
          <w:tcPr>
            <w:tcW w:w="7218" w:type="dxa"/>
          </w:tcPr>
          <w:p w:rsidR="00190BAE" w:rsidRPr="00C42907" w:rsidRDefault="006131A6" w:rsidP="00665245">
            <w:pPr>
              <w:cnfStyle w:val="000000000000" w:firstRow="0" w:lastRow="0" w:firstColumn="0" w:lastColumn="0" w:oddVBand="0" w:evenVBand="0" w:oddHBand="0" w:evenHBand="0" w:firstRowFirstColumn="0" w:firstRowLastColumn="0" w:lastRowFirstColumn="0" w:lastRowLastColumn="0"/>
            </w:pPr>
            <w:r w:rsidRPr="00CB4D1F">
              <w:t xml:space="preserve">Upon entry of valid access and verify codes on </w:t>
            </w:r>
            <w:proofErr w:type="spellStart"/>
            <w:r w:rsidRPr="00CB4D1F">
              <w:t>OutPatient</w:t>
            </w:r>
            <w:proofErr w:type="spellEnd"/>
            <w:r w:rsidRPr="00CB4D1F">
              <w:t xml:space="preserve"> Pharmacy Prescription Processing system and processing </w:t>
            </w:r>
            <w:r w:rsidR="00530692" w:rsidRPr="00CB4D1F">
              <w:t>will</w:t>
            </w:r>
            <w:r w:rsidRPr="00CB4D1F">
              <w:t xml:space="preserve"> </w:t>
            </w:r>
            <w:r w:rsidR="00CB4D1F" w:rsidRPr="00CB4D1F">
              <w:t xml:space="preserve">allow a </w:t>
            </w:r>
            <w:r w:rsidR="00CA5C24" w:rsidRPr="00CB4D1F">
              <w:t xml:space="preserve">prescription </w:t>
            </w:r>
            <w:r w:rsidR="00CB4D1F" w:rsidRPr="00CB4D1F">
              <w:t xml:space="preserve">with PSORPH key </w:t>
            </w:r>
            <w:r w:rsidR="00CA5C24" w:rsidRPr="00CB4D1F">
              <w:t xml:space="preserve">being refilled or partial filled by a remote </w:t>
            </w:r>
            <w:proofErr w:type="spellStart"/>
            <w:r w:rsidR="00CA5C24" w:rsidRPr="00CB4D1F">
              <w:t>OneVA</w:t>
            </w:r>
            <w:proofErr w:type="spellEnd"/>
            <w:r w:rsidR="00CA5C24" w:rsidRPr="00CB4D1F">
              <w:t xml:space="preserve"> pharmacy location.</w:t>
            </w:r>
          </w:p>
        </w:tc>
      </w:tr>
    </w:tbl>
    <w:p w:rsidR="00C42907" w:rsidRDefault="00C42907" w:rsidP="00F16735"/>
    <w:tbl>
      <w:tblPr>
        <w:tblStyle w:val="ListTable6Colorful1"/>
        <w:tblW w:w="5000" w:type="pct"/>
        <w:tblLayout w:type="fixed"/>
        <w:tblLook w:val="04A0" w:firstRow="1" w:lastRow="0" w:firstColumn="1" w:lastColumn="0" w:noHBand="0" w:noVBand="1"/>
      </w:tblPr>
      <w:tblGrid>
        <w:gridCol w:w="828"/>
        <w:gridCol w:w="7289"/>
        <w:gridCol w:w="810"/>
        <w:gridCol w:w="649"/>
      </w:tblGrid>
      <w:tr w:rsidR="00FA5037" w:rsidRPr="00457F69" w:rsidTr="000E0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shd w:val="clear" w:color="auto" w:fill="auto"/>
          </w:tcPr>
          <w:p w:rsidR="00FA5037" w:rsidRPr="00457F69" w:rsidRDefault="00FA5037" w:rsidP="00665245">
            <w:r w:rsidRPr="00457F69">
              <w:t>Steps</w:t>
            </w:r>
          </w:p>
        </w:tc>
        <w:tc>
          <w:tcPr>
            <w:tcW w:w="3806" w:type="pct"/>
            <w:shd w:val="clear" w:color="auto" w:fill="auto"/>
          </w:tcPr>
          <w:p w:rsidR="00FA5037" w:rsidRPr="00457F69" w:rsidRDefault="00FA5037" w:rsidP="00665245">
            <w:pPr>
              <w:cnfStyle w:val="100000000000" w:firstRow="1" w:lastRow="0" w:firstColumn="0" w:lastColumn="0" w:oddVBand="0" w:evenVBand="0" w:oddHBand="0" w:evenHBand="0" w:firstRowFirstColumn="0" w:firstRowLastColumn="0" w:lastRowFirstColumn="0" w:lastRowLastColumn="0"/>
            </w:pPr>
          </w:p>
        </w:tc>
        <w:tc>
          <w:tcPr>
            <w:tcW w:w="423"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Pass</w:t>
            </w:r>
          </w:p>
        </w:tc>
        <w:tc>
          <w:tcPr>
            <w:tcW w:w="339"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Fail</w:t>
            </w:r>
          </w:p>
        </w:tc>
      </w:tr>
      <w:tr w:rsidR="00FA5037"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FA5037" w:rsidRPr="008543A8" w:rsidRDefault="00FA5037" w:rsidP="00457F69">
            <w:pPr>
              <w:pStyle w:val="ListNumber"/>
            </w:pPr>
          </w:p>
        </w:tc>
        <w:tc>
          <w:tcPr>
            <w:tcW w:w="3806"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423" w:type="pct"/>
            <w:vMerge w:val="restart"/>
            <w:shd w:val="clear" w:color="auto" w:fill="auto"/>
          </w:tcPr>
          <w:p w:rsidR="00FA5037"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A5037" w:rsidRPr="008543A8" w:rsidRDefault="00FA5037" w:rsidP="00FA5037">
            <w:pPr>
              <w:pStyle w:val="ListNumber"/>
              <w:numPr>
                <w:ilvl w:val="0"/>
                <w:numId w:val="0"/>
              </w:numPr>
              <w:ind w:left="360"/>
            </w:pPr>
          </w:p>
        </w:tc>
        <w:tc>
          <w:tcPr>
            <w:tcW w:w="3806" w:type="pct"/>
            <w:shd w:val="clear" w:color="auto" w:fill="auto"/>
          </w:tcPr>
          <w:p w:rsidR="00FA5037" w:rsidRPr="00067430" w:rsidRDefault="00D21F5C" w:rsidP="00D21F5C">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Log into the ‘HOST’ system </w:t>
            </w:r>
            <w:proofErr w:type="gramStart"/>
            <w:r w:rsidRPr="00D21F5C">
              <w:rPr>
                <w:color w:val="auto"/>
              </w:rPr>
              <w:t>CHYSHR .</w:t>
            </w:r>
            <w:proofErr w:type="gramEnd"/>
            <w:r w:rsidRPr="00D21F5C">
              <w:rPr>
                <w:color w:val="auto"/>
              </w:rPr>
              <w:t xml:space="preserve"> </w:t>
            </w:r>
          </w:p>
        </w:tc>
        <w:tc>
          <w:tcPr>
            <w:tcW w:w="423"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FA5037"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A5037" w:rsidRPr="008543A8" w:rsidRDefault="00FA5037" w:rsidP="00FA5037">
            <w:pPr>
              <w:pStyle w:val="ListNumber"/>
              <w:numPr>
                <w:ilvl w:val="0"/>
                <w:numId w:val="0"/>
              </w:numPr>
              <w:ind w:left="360"/>
            </w:pPr>
          </w:p>
        </w:tc>
        <w:tc>
          <w:tcPr>
            <w:tcW w:w="3806"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423"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A5037" w:rsidRPr="008543A8" w:rsidRDefault="00FA5037" w:rsidP="00FA5037">
            <w:pPr>
              <w:pStyle w:val="ListNumber"/>
              <w:numPr>
                <w:ilvl w:val="0"/>
                <w:numId w:val="0"/>
              </w:numPr>
              <w:ind w:left="360"/>
            </w:pPr>
          </w:p>
        </w:tc>
        <w:tc>
          <w:tcPr>
            <w:tcW w:w="3806" w:type="pct"/>
            <w:shd w:val="clear" w:color="auto" w:fill="auto"/>
          </w:tcPr>
          <w:p w:rsidR="00FA5037" w:rsidRDefault="00FA5037"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The ‘HOST’ system will be the system that ‘owns’ the prescription, or where the prescription was original written.</w:t>
            </w:r>
          </w:p>
        </w:tc>
        <w:tc>
          <w:tcPr>
            <w:tcW w:w="423"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E19BB" w:rsidRPr="008543A8" w:rsidRDefault="003E19BB" w:rsidP="00457F69">
            <w:pPr>
              <w:pStyle w:val="ListNumber"/>
            </w:pPr>
          </w:p>
        </w:tc>
        <w:tc>
          <w:tcPr>
            <w:tcW w:w="3806"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3E19BB"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E19BB" w:rsidRPr="008543A8" w:rsidRDefault="003E19BB" w:rsidP="003E19BB">
            <w:pPr>
              <w:pStyle w:val="ListNumber"/>
              <w:numPr>
                <w:ilvl w:val="0"/>
                <w:numId w:val="0"/>
              </w:numPr>
              <w:ind w:left="360"/>
            </w:pPr>
          </w:p>
        </w:tc>
        <w:tc>
          <w:tcPr>
            <w:tcW w:w="3806"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423"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E19BB" w:rsidRPr="008543A8" w:rsidRDefault="003E19BB" w:rsidP="003E19BB">
            <w:pPr>
              <w:pStyle w:val="ListNumber"/>
              <w:numPr>
                <w:ilvl w:val="0"/>
                <w:numId w:val="0"/>
              </w:numPr>
              <w:ind w:left="360"/>
            </w:pPr>
          </w:p>
        </w:tc>
        <w:tc>
          <w:tcPr>
            <w:tcW w:w="3806"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E19BB" w:rsidRPr="008543A8" w:rsidRDefault="003E19BB" w:rsidP="003E19BB">
            <w:pPr>
              <w:pStyle w:val="ListNumber"/>
              <w:numPr>
                <w:ilvl w:val="0"/>
                <w:numId w:val="0"/>
              </w:numPr>
              <w:ind w:left="360"/>
            </w:pPr>
          </w:p>
        </w:tc>
        <w:tc>
          <w:tcPr>
            <w:tcW w:w="3806"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proofErr w:type="gramStart"/>
            <w:r w:rsidRPr="00D21F5C">
              <w:rPr>
                <w:color w:val="auto"/>
              </w:rPr>
              <w:t>menu  prompt</w:t>
            </w:r>
            <w:proofErr w:type="gramEnd"/>
            <w:r w:rsidRPr="00D21F5C">
              <w:rPr>
                <w:color w:val="auto"/>
              </w:rPr>
              <w:t>.</w:t>
            </w:r>
          </w:p>
        </w:tc>
        <w:tc>
          <w:tcPr>
            <w:tcW w:w="423"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2A03B5" w:rsidRPr="008543A8" w:rsidRDefault="002A03B5" w:rsidP="00457F69">
            <w:pPr>
              <w:pStyle w:val="ListNumber"/>
            </w:pPr>
          </w:p>
        </w:tc>
        <w:tc>
          <w:tcPr>
            <w:tcW w:w="3806"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2A03B5"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2A03B5" w:rsidRPr="008543A8" w:rsidRDefault="002A03B5" w:rsidP="002A03B5">
            <w:pPr>
              <w:pStyle w:val="ListNumber"/>
              <w:numPr>
                <w:ilvl w:val="0"/>
                <w:numId w:val="0"/>
              </w:numPr>
              <w:ind w:left="360"/>
            </w:pPr>
          </w:p>
        </w:tc>
        <w:tc>
          <w:tcPr>
            <w:tcW w:w="3806" w:type="pct"/>
            <w:shd w:val="clear" w:color="auto" w:fill="auto"/>
          </w:tcPr>
          <w:p w:rsidR="002A03B5" w:rsidRPr="00067430" w:rsidRDefault="002A03B5"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Choose </w:t>
            </w:r>
            <w:r w:rsidR="00D21F5C" w:rsidRPr="00D21F5C">
              <w:rPr>
                <w:color w:val="auto"/>
              </w:rPr>
              <w:t xml:space="preserve">Option </w:t>
            </w:r>
            <w:r w:rsidRPr="00D21F5C">
              <w:rPr>
                <w:color w:val="auto"/>
              </w:rPr>
              <w:t>‘PSO USER1’</w:t>
            </w:r>
          </w:p>
        </w:tc>
        <w:tc>
          <w:tcPr>
            <w:tcW w:w="423"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2A03B5" w:rsidRPr="008543A8" w:rsidRDefault="002A03B5" w:rsidP="002A03B5">
            <w:pPr>
              <w:pStyle w:val="ListNumber"/>
              <w:numPr>
                <w:ilvl w:val="0"/>
                <w:numId w:val="0"/>
              </w:numPr>
              <w:ind w:left="360"/>
            </w:pPr>
          </w:p>
        </w:tc>
        <w:tc>
          <w:tcPr>
            <w:tcW w:w="3806"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2A03B5" w:rsidRPr="008543A8" w:rsidRDefault="002A03B5" w:rsidP="002A03B5">
            <w:pPr>
              <w:pStyle w:val="ListNumber"/>
              <w:numPr>
                <w:ilvl w:val="0"/>
                <w:numId w:val="0"/>
              </w:numPr>
              <w:ind w:left="360"/>
            </w:pPr>
          </w:p>
        </w:tc>
        <w:tc>
          <w:tcPr>
            <w:tcW w:w="3806" w:type="pct"/>
            <w:shd w:val="clear" w:color="auto" w:fill="auto"/>
          </w:tcPr>
          <w:p w:rsidR="002A03B5" w:rsidRPr="00067430" w:rsidRDefault="00D21F5C" w:rsidP="001D3247">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is</w:t>
            </w:r>
            <w:r w:rsidRPr="00D21F5C">
              <w:rPr>
                <w:color w:val="auto"/>
              </w:rPr>
              <w:t xml:space="preserve"> taken to the default </w:t>
            </w:r>
            <w:proofErr w:type="gramStart"/>
            <w:r w:rsidRPr="00D21F5C">
              <w:rPr>
                <w:color w:val="auto"/>
              </w:rPr>
              <w:t>menu  prompt</w:t>
            </w:r>
            <w:proofErr w:type="gramEnd"/>
            <w:r w:rsidRPr="00D21F5C">
              <w:rPr>
                <w:color w:val="auto"/>
              </w:rPr>
              <w:t>.</w:t>
            </w:r>
          </w:p>
        </w:tc>
        <w:tc>
          <w:tcPr>
            <w:tcW w:w="423"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0011F" w:rsidRPr="008543A8" w:rsidRDefault="00D0011F" w:rsidP="00457F69">
            <w:pPr>
              <w:pStyle w:val="ListNumber"/>
            </w:pPr>
          </w:p>
        </w:tc>
        <w:tc>
          <w:tcPr>
            <w:tcW w:w="3806"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D0011F"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0011F" w:rsidRPr="008543A8" w:rsidRDefault="00D0011F" w:rsidP="00D0011F">
            <w:pPr>
              <w:pStyle w:val="ListNumber"/>
              <w:numPr>
                <w:ilvl w:val="0"/>
                <w:numId w:val="0"/>
              </w:numPr>
              <w:ind w:left="360"/>
            </w:pPr>
          </w:p>
        </w:tc>
        <w:tc>
          <w:tcPr>
            <w:tcW w:w="3806" w:type="pct"/>
            <w:shd w:val="clear" w:color="auto" w:fill="auto"/>
          </w:tcPr>
          <w:p w:rsidR="00D0011F" w:rsidRPr="00067430"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When prompted for ‘Division’, select the division associated with the </w:t>
            </w:r>
            <w:proofErr w:type="spellStart"/>
            <w:r w:rsidRPr="00D21F5C">
              <w:rPr>
                <w:color w:val="auto"/>
              </w:rPr>
              <w:t>OneVa</w:t>
            </w:r>
            <w:proofErr w:type="spellEnd"/>
            <w:r w:rsidRPr="00D21F5C">
              <w:rPr>
                <w:color w:val="auto"/>
              </w:rPr>
              <w:t xml:space="preserve"> pharmacy instance.</w:t>
            </w:r>
          </w:p>
        </w:tc>
        <w:tc>
          <w:tcPr>
            <w:tcW w:w="423"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0011F" w:rsidRPr="008543A8" w:rsidRDefault="00D0011F" w:rsidP="00D0011F">
            <w:pPr>
              <w:pStyle w:val="ListNumber"/>
              <w:numPr>
                <w:ilvl w:val="0"/>
                <w:numId w:val="0"/>
              </w:numPr>
              <w:ind w:left="360"/>
            </w:pPr>
          </w:p>
        </w:tc>
        <w:tc>
          <w:tcPr>
            <w:tcW w:w="3806"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0011F" w:rsidRPr="008543A8" w:rsidRDefault="00D0011F" w:rsidP="00D0011F">
            <w:pPr>
              <w:pStyle w:val="ListNumber"/>
              <w:numPr>
                <w:ilvl w:val="0"/>
                <w:numId w:val="0"/>
              </w:numPr>
              <w:ind w:left="360"/>
            </w:pPr>
          </w:p>
        </w:tc>
        <w:tc>
          <w:tcPr>
            <w:tcW w:w="3806" w:type="pct"/>
            <w:shd w:val="clear" w:color="auto" w:fill="auto"/>
          </w:tcPr>
          <w:p w:rsidR="00D0011F"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EE6EFD" w:rsidRPr="008543A8" w:rsidRDefault="00EE6EFD" w:rsidP="00457F69">
            <w:pPr>
              <w:pStyle w:val="ListNumber"/>
            </w:pPr>
          </w:p>
        </w:tc>
        <w:tc>
          <w:tcPr>
            <w:tcW w:w="3806"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EE6EFD"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EE6EFD" w:rsidRPr="008543A8" w:rsidRDefault="00EE6EFD" w:rsidP="00EE6EFD">
            <w:pPr>
              <w:pStyle w:val="ListNumber"/>
              <w:numPr>
                <w:ilvl w:val="0"/>
                <w:numId w:val="0"/>
              </w:numPr>
              <w:ind w:left="360"/>
            </w:pPr>
          </w:p>
        </w:tc>
        <w:tc>
          <w:tcPr>
            <w:tcW w:w="3806" w:type="pct"/>
            <w:shd w:val="clear" w:color="auto" w:fill="auto"/>
          </w:tcPr>
          <w:p w:rsidR="00EE6EFD" w:rsidRPr="00067430"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When prompted to ‘Select Label printer’, press &lt;return&gt;</w:t>
            </w:r>
          </w:p>
        </w:tc>
        <w:tc>
          <w:tcPr>
            <w:tcW w:w="423"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EE6EFD" w:rsidRPr="008543A8" w:rsidRDefault="00EE6EFD" w:rsidP="00EE6EFD">
            <w:pPr>
              <w:pStyle w:val="ListNumber"/>
              <w:numPr>
                <w:ilvl w:val="0"/>
                <w:numId w:val="0"/>
              </w:numPr>
              <w:ind w:left="360"/>
            </w:pPr>
          </w:p>
        </w:tc>
        <w:tc>
          <w:tcPr>
            <w:tcW w:w="3806"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EE6EFD" w:rsidRPr="008543A8" w:rsidRDefault="00EE6EFD" w:rsidP="00EE6EFD">
            <w:pPr>
              <w:pStyle w:val="ListNumber"/>
              <w:numPr>
                <w:ilvl w:val="0"/>
                <w:numId w:val="0"/>
              </w:numPr>
              <w:ind w:left="360"/>
            </w:pPr>
          </w:p>
        </w:tc>
        <w:tc>
          <w:tcPr>
            <w:tcW w:w="3806" w:type="pct"/>
            <w:shd w:val="clear" w:color="auto" w:fill="auto"/>
          </w:tcPr>
          <w:p w:rsidR="00EE6EFD"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786B4F" w:rsidRPr="008543A8" w:rsidRDefault="00786B4F" w:rsidP="00457F69">
            <w:pPr>
              <w:pStyle w:val="ListNumber"/>
            </w:pPr>
          </w:p>
        </w:tc>
        <w:tc>
          <w:tcPr>
            <w:tcW w:w="3806"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786B4F"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86B4F" w:rsidRPr="008543A8" w:rsidRDefault="00786B4F" w:rsidP="00786B4F">
            <w:pPr>
              <w:pStyle w:val="ListNumber"/>
              <w:numPr>
                <w:ilvl w:val="0"/>
                <w:numId w:val="0"/>
              </w:numPr>
              <w:ind w:left="360"/>
            </w:pPr>
          </w:p>
        </w:tc>
        <w:tc>
          <w:tcPr>
            <w:tcW w:w="3806" w:type="pct"/>
            <w:shd w:val="clear" w:color="auto" w:fill="auto"/>
          </w:tcPr>
          <w:p w:rsidR="00786B4F" w:rsidRPr="00067430"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When prompted ‘Right Margin’, press &lt;return&gt;</w:t>
            </w:r>
          </w:p>
        </w:tc>
        <w:tc>
          <w:tcPr>
            <w:tcW w:w="423"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86B4F" w:rsidRPr="008543A8" w:rsidRDefault="00786B4F" w:rsidP="00786B4F">
            <w:pPr>
              <w:pStyle w:val="ListNumber"/>
              <w:numPr>
                <w:ilvl w:val="0"/>
                <w:numId w:val="0"/>
              </w:numPr>
              <w:ind w:left="360"/>
            </w:pPr>
          </w:p>
        </w:tc>
        <w:tc>
          <w:tcPr>
            <w:tcW w:w="3806"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86B4F" w:rsidRPr="008543A8" w:rsidRDefault="00786B4F" w:rsidP="00786B4F">
            <w:pPr>
              <w:pStyle w:val="ListNumber"/>
              <w:numPr>
                <w:ilvl w:val="0"/>
                <w:numId w:val="0"/>
              </w:numPr>
              <w:ind w:left="360"/>
            </w:pPr>
          </w:p>
        </w:tc>
        <w:tc>
          <w:tcPr>
            <w:tcW w:w="3806" w:type="pct"/>
            <w:shd w:val="clear" w:color="auto" w:fill="auto"/>
          </w:tcPr>
          <w:p w:rsidR="00786B4F"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3F5B94"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F5B94" w:rsidRPr="008543A8" w:rsidRDefault="003F5B94" w:rsidP="00457F69">
            <w:pPr>
              <w:pStyle w:val="ListNumber"/>
            </w:pPr>
          </w:p>
        </w:tc>
        <w:tc>
          <w:tcPr>
            <w:tcW w:w="3806" w:type="pct"/>
            <w:shd w:val="clear" w:color="auto" w:fill="auto"/>
          </w:tcPr>
          <w:p w:rsidR="003F5B94" w:rsidRDefault="003F5B94"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3F5B94"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r>
      <w:tr w:rsidR="003F5B94"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F5B94" w:rsidRPr="008543A8" w:rsidRDefault="003F5B94" w:rsidP="003F5B94">
            <w:pPr>
              <w:pStyle w:val="ListNumber"/>
              <w:numPr>
                <w:ilvl w:val="0"/>
                <w:numId w:val="0"/>
              </w:numPr>
              <w:ind w:left="360"/>
            </w:pPr>
          </w:p>
        </w:tc>
        <w:tc>
          <w:tcPr>
            <w:tcW w:w="3806" w:type="pct"/>
            <w:shd w:val="clear" w:color="auto" w:fill="auto"/>
          </w:tcPr>
          <w:p w:rsidR="003F5B94" w:rsidRPr="00067430" w:rsidRDefault="003F5B94"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If prompted ‘OK to assume label alignment is correct’, press &lt;return&gt;</w:t>
            </w:r>
          </w:p>
        </w:tc>
        <w:tc>
          <w:tcPr>
            <w:tcW w:w="423"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r>
      <w:tr w:rsidR="003F5B94"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F5B94" w:rsidRPr="008543A8" w:rsidRDefault="003F5B94" w:rsidP="003F5B94">
            <w:pPr>
              <w:pStyle w:val="ListNumber"/>
              <w:numPr>
                <w:ilvl w:val="0"/>
                <w:numId w:val="0"/>
              </w:numPr>
              <w:ind w:left="360"/>
            </w:pPr>
          </w:p>
        </w:tc>
        <w:tc>
          <w:tcPr>
            <w:tcW w:w="3806" w:type="pct"/>
            <w:shd w:val="clear" w:color="auto" w:fill="auto"/>
          </w:tcPr>
          <w:p w:rsidR="003F5B94" w:rsidRDefault="003F5B94"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r>
      <w:tr w:rsidR="003F5B94"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F5B94" w:rsidRPr="008543A8" w:rsidRDefault="003F5B94" w:rsidP="003F5B94">
            <w:pPr>
              <w:pStyle w:val="ListNumber"/>
              <w:numPr>
                <w:ilvl w:val="0"/>
                <w:numId w:val="0"/>
              </w:numPr>
              <w:ind w:left="360"/>
            </w:pPr>
          </w:p>
        </w:tc>
        <w:tc>
          <w:tcPr>
            <w:tcW w:w="3806" w:type="pct"/>
            <w:shd w:val="clear" w:color="auto" w:fill="auto"/>
          </w:tcPr>
          <w:p w:rsidR="003F5B94" w:rsidRDefault="003F5B94"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21F5C" w:rsidRPr="008543A8" w:rsidRDefault="00D21F5C" w:rsidP="00457F69">
            <w:pPr>
              <w:pStyle w:val="ListNumber"/>
            </w:pPr>
          </w:p>
        </w:tc>
        <w:tc>
          <w:tcPr>
            <w:tcW w:w="3806" w:type="pct"/>
            <w:shd w:val="clear" w:color="auto" w:fill="auto"/>
          </w:tcPr>
          <w:p w:rsidR="00D21F5C" w:rsidRDefault="00D21F5C"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D21F5C"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FF50DA"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F50DA" w:rsidRPr="008543A8" w:rsidRDefault="00FF50DA" w:rsidP="00D21F5C">
            <w:pPr>
              <w:pStyle w:val="ListNumber"/>
              <w:numPr>
                <w:ilvl w:val="0"/>
                <w:numId w:val="0"/>
              </w:numPr>
              <w:ind w:left="360"/>
            </w:pPr>
          </w:p>
        </w:tc>
        <w:tc>
          <w:tcPr>
            <w:tcW w:w="3806" w:type="pct"/>
            <w:shd w:val="clear" w:color="auto" w:fill="auto"/>
          </w:tcPr>
          <w:p w:rsidR="00FF50DA" w:rsidRPr="00067430" w:rsidRDefault="00FF50DA" w:rsidP="007276F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‘Bingo Board Display:”, press &lt;return&gt;</w:t>
            </w:r>
          </w:p>
        </w:tc>
        <w:tc>
          <w:tcPr>
            <w:tcW w:w="423" w:type="pct"/>
            <w:vMerge/>
            <w:shd w:val="clear" w:color="auto" w:fill="auto"/>
          </w:tcPr>
          <w:p w:rsidR="00FF50DA" w:rsidRPr="008543A8" w:rsidRDefault="00FF50DA"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F50DA" w:rsidRPr="008543A8" w:rsidRDefault="00FF50DA"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21F5C" w:rsidRPr="008543A8" w:rsidRDefault="00D21F5C" w:rsidP="00D21F5C">
            <w:pPr>
              <w:pStyle w:val="ListNumber"/>
              <w:numPr>
                <w:ilvl w:val="0"/>
                <w:numId w:val="0"/>
              </w:numPr>
              <w:ind w:left="360"/>
            </w:pPr>
          </w:p>
        </w:tc>
        <w:tc>
          <w:tcPr>
            <w:tcW w:w="3806" w:type="pct"/>
            <w:shd w:val="clear" w:color="auto" w:fill="auto"/>
          </w:tcPr>
          <w:p w:rsidR="00D21F5C" w:rsidRDefault="00FF50DA"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D21F5C"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21F5C" w:rsidRPr="008543A8" w:rsidRDefault="00D21F5C" w:rsidP="00D21F5C">
            <w:pPr>
              <w:pStyle w:val="ListNumber"/>
              <w:numPr>
                <w:ilvl w:val="0"/>
                <w:numId w:val="0"/>
              </w:numPr>
              <w:ind w:left="360"/>
            </w:pPr>
          </w:p>
        </w:tc>
        <w:tc>
          <w:tcPr>
            <w:tcW w:w="3806" w:type="pct"/>
            <w:shd w:val="clear" w:color="auto" w:fill="auto"/>
          </w:tcPr>
          <w:p w:rsidR="00D21F5C" w:rsidRDefault="00FF50DA" w:rsidP="007276F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is taken to the next menu list for outpatient pharmacy.</w:t>
            </w:r>
          </w:p>
        </w:tc>
        <w:tc>
          <w:tcPr>
            <w:tcW w:w="423" w:type="pct"/>
            <w:vMerge/>
            <w:shd w:val="clear" w:color="auto" w:fill="auto"/>
          </w:tcPr>
          <w:p w:rsidR="00D21F5C" w:rsidRPr="008543A8" w:rsidRDefault="00D21F5C"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21F5C" w:rsidRPr="008543A8" w:rsidRDefault="00D21F5C" w:rsidP="001D3359">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E2B16" w:rsidRPr="008543A8" w:rsidRDefault="005E2B16" w:rsidP="00665245">
            <w:pPr>
              <w:pStyle w:val="ListNumber"/>
            </w:pPr>
          </w:p>
        </w:tc>
        <w:tc>
          <w:tcPr>
            <w:tcW w:w="3806"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5E2B16" w:rsidRPr="008543A8" w:rsidRDefault="00CB4D1F"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72523" w:rsidRPr="008543A8" w:rsidRDefault="00C72523" w:rsidP="005E2B16">
            <w:pPr>
              <w:pStyle w:val="ListNumber"/>
              <w:numPr>
                <w:ilvl w:val="0"/>
                <w:numId w:val="0"/>
              </w:numPr>
              <w:ind w:left="360"/>
            </w:pPr>
          </w:p>
        </w:tc>
        <w:tc>
          <w:tcPr>
            <w:tcW w:w="3806" w:type="pct"/>
            <w:shd w:val="clear" w:color="auto" w:fill="auto"/>
          </w:tcPr>
          <w:p w:rsidR="00C72523" w:rsidRPr="00067430" w:rsidRDefault="00C72523"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Choose ‘Rx (Prescriptions)’</w:t>
            </w:r>
          </w:p>
        </w:tc>
        <w:tc>
          <w:tcPr>
            <w:tcW w:w="423"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E2B16" w:rsidRPr="008543A8" w:rsidRDefault="005E2B16" w:rsidP="005E2B16">
            <w:pPr>
              <w:pStyle w:val="ListNumber"/>
              <w:numPr>
                <w:ilvl w:val="0"/>
                <w:numId w:val="0"/>
              </w:numPr>
              <w:ind w:left="360"/>
            </w:pPr>
          </w:p>
        </w:tc>
        <w:tc>
          <w:tcPr>
            <w:tcW w:w="3806"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5E2B16"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E2B16" w:rsidRPr="008543A8" w:rsidRDefault="005E2B16" w:rsidP="005E2B16">
            <w:pPr>
              <w:pStyle w:val="ListNumber"/>
              <w:numPr>
                <w:ilvl w:val="0"/>
                <w:numId w:val="0"/>
              </w:numPr>
              <w:ind w:left="360"/>
            </w:pPr>
          </w:p>
        </w:tc>
        <w:tc>
          <w:tcPr>
            <w:tcW w:w="3806" w:type="pct"/>
            <w:shd w:val="clear" w:color="auto" w:fill="auto"/>
          </w:tcPr>
          <w:p w:rsidR="005E2B16" w:rsidRDefault="005E2B16"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may be prompted for order summary.</w:t>
            </w:r>
          </w:p>
        </w:tc>
        <w:tc>
          <w:tcPr>
            <w:tcW w:w="423"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C72523" w:rsidRPr="008543A8" w:rsidRDefault="00C72523" w:rsidP="00457F69">
            <w:pPr>
              <w:pStyle w:val="ListNumber"/>
            </w:pPr>
          </w:p>
        </w:tc>
        <w:tc>
          <w:tcPr>
            <w:tcW w:w="3806" w:type="pct"/>
            <w:shd w:val="clear" w:color="auto" w:fill="auto"/>
          </w:tcPr>
          <w:p w:rsidR="00C72523" w:rsidRDefault="00C7252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C72523" w:rsidRPr="008543A8"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72523" w:rsidRPr="008543A8" w:rsidRDefault="00C72523" w:rsidP="00C72523">
            <w:pPr>
              <w:pStyle w:val="ListNumber"/>
              <w:numPr>
                <w:ilvl w:val="0"/>
                <w:numId w:val="0"/>
              </w:numPr>
              <w:ind w:left="360"/>
            </w:pPr>
          </w:p>
        </w:tc>
        <w:tc>
          <w:tcPr>
            <w:tcW w:w="3806" w:type="pct"/>
            <w:shd w:val="clear" w:color="auto" w:fill="auto"/>
          </w:tcPr>
          <w:p w:rsidR="00C72523" w:rsidRPr="00067430" w:rsidRDefault="00C72523" w:rsidP="001D3247">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‘Do you want an order Summary’, press &lt;return&gt;</w:t>
            </w:r>
          </w:p>
        </w:tc>
        <w:tc>
          <w:tcPr>
            <w:tcW w:w="423"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72523" w:rsidRPr="008543A8" w:rsidRDefault="00C72523" w:rsidP="00C72523">
            <w:pPr>
              <w:pStyle w:val="ListNumber"/>
              <w:numPr>
                <w:ilvl w:val="0"/>
                <w:numId w:val="0"/>
              </w:numPr>
              <w:ind w:left="360"/>
            </w:pPr>
          </w:p>
        </w:tc>
        <w:tc>
          <w:tcPr>
            <w:tcW w:w="3806" w:type="pct"/>
            <w:shd w:val="clear" w:color="auto" w:fill="auto"/>
          </w:tcPr>
          <w:p w:rsidR="00C72523" w:rsidRDefault="00C7252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72523" w:rsidRPr="008543A8" w:rsidRDefault="00C72523" w:rsidP="00C72523">
            <w:pPr>
              <w:pStyle w:val="ListNumber"/>
              <w:numPr>
                <w:ilvl w:val="0"/>
                <w:numId w:val="0"/>
              </w:numPr>
              <w:ind w:left="360"/>
            </w:pPr>
          </w:p>
        </w:tc>
        <w:tc>
          <w:tcPr>
            <w:tcW w:w="3806" w:type="pct"/>
            <w:shd w:val="clear" w:color="auto" w:fill="auto"/>
          </w:tcPr>
          <w:p w:rsidR="00C72523" w:rsidRDefault="00C72523" w:rsidP="001D3247">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The next outpatient pharmacy menu is displayed to the user.</w:t>
            </w:r>
          </w:p>
        </w:tc>
        <w:tc>
          <w:tcPr>
            <w:tcW w:w="423"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6406DC" w:rsidRPr="008543A8" w:rsidRDefault="006406DC" w:rsidP="00665245">
            <w:pPr>
              <w:pStyle w:val="ListNumber"/>
            </w:pPr>
          </w:p>
        </w:tc>
        <w:tc>
          <w:tcPr>
            <w:tcW w:w="3806"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6406DC" w:rsidRPr="008543A8" w:rsidRDefault="00CB4D1F"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Pr="00067430"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Choose Patient ‘Prescription Processing’</w:t>
            </w:r>
          </w:p>
        </w:tc>
        <w:tc>
          <w:tcPr>
            <w:tcW w:w="423"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Pr="00067430" w:rsidRDefault="00FF50DA" w:rsidP="00665245">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6406DC" w:rsidRPr="008543A8" w:rsidRDefault="006406DC" w:rsidP="00665245">
            <w:pPr>
              <w:pStyle w:val="ListNumber"/>
            </w:pPr>
          </w:p>
        </w:tc>
        <w:tc>
          <w:tcPr>
            <w:tcW w:w="3806" w:type="pct"/>
            <w:shd w:val="clear" w:color="auto" w:fill="auto"/>
          </w:tcPr>
          <w:p w:rsidR="006406DC"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6406DC" w:rsidRPr="008543A8" w:rsidRDefault="00CB4D1F"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Pr="00067430"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‘Select PATIENT:’, enter the name of the patient.</w:t>
            </w:r>
          </w:p>
        </w:tc>
        <w:tc>
          <w:tcPr>
            <w:tcW w:w="423"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Patient is selected and user is taken to the next prompt.</w:t>
            </w:r>
          </w:p>
        </w:tc>
        <w:tc>
          <w:tcPr>
            <w:tcW w:w="423"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F96199"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F96199" w:rsidRPr="008543A8" w:rsidRDefault="00F96199" w:rsidP="00665245">
            <w:pPr>
              <w:pStyle w:val="ListNumber"/>
            </w:pPr>
          </w:p>
        </w:tc>
        <w:tc>
          <w:tcPr>
            <w:tcW w:w="3806" w:type="pct"/>
            <w:shd w:val="clear" w:color="auto" w:fill="auto"/>
          </w:tcPr>
          <w:p w:rsidR="00F96199" w:rsidRDefault="00F96199"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F96199" w:rsidRPr="008543A8" w:rsidRDefault="00CB4D1F"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r>
      <w:tr w:rsidR="00F96199"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6199" w:rsidRPr="008543A8" w:rsidRDefault="00F96199" w:rsidP="00F96199">
            <w:pPr>
              <w:pStyle w:val="ListNumber"/>
              <w:numPr>
                <w:ilvl w:val="0"/>
                <w:numId w:val="0"/>
              </w:numPr>
              <w:ind w:left="360"/>
            </w:pPr>
          </w:p>
        </w:tc>
        <w:tc>
          <w:tcPr>
            <w:tcW w:w="3806" w:type="pct"/>
            <w:shd w:val="clear" w:color="auto" w:fill="auto"/>
          </w:tcPr>
          <w:p w:rsidR="00F96199" w:rsidRDefault="00F96199"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‘Would you like to query prescriptions’, answer ‘YES’.</w:t>
            </w:r>
          </w:p>
        </w:tc>
        <w:tc>
          <w:tcPr>
            <w:tcW w:w="423"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r>
      <w:tr w:rsidR="00F96199"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6199" w:rsidRPr="008543A8" w:rsidRDefault="00F96199" w:rsidP="00F96199">
            <w:pPr>
              <w:pStyle w:val="ListNumber"/>
              <w:numPr>
                <w:ilvl w:val="0"/>
                <w:numId w:val="0"/>
              </w:numPr>
              <w:ind w:left="360"/>
            </w:pPr>
          </w:p>
        </w:tc>
        <w:tc>
          <w:tcPr>
            <w:tcW w:w="3806" w:type="pct"/>
            <w:shd w:val="clear" w:color="auto" w:fill="auto"/>
          </w:tcPr>
          <w:p w:rsidR="00F96199" w:rsidRDefault="00F96199"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r>
      <w:tr w:rsidR="00F96199"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6199" w:rsidRPr="008543A8" w:rsidRDefault="00F96199" w:rsidP="00F96199">
            <w:pPr>
              <w:pStyle w:val="ListNumber"/>
              <w:numPr>
                <w:ilvl w:val="0"/>
                <w:numId w:val="0"/>
              </w:numPr>
              <w:ind w:left="360"/>
            </w:pPr>
          </w:p>
        </w:tc>
        <w:tc>
          <w:tcPr>
            <w:tcW w:w="3806" w:type="pct"/>
            <w:shd w:val="clear" w:color="auto" w:fill="auto"/>
          </w:tcPr>
          <w:p w:rsidR="00F96199" w:rsidRDefault="00F96199"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xml:space="preserve">HDR query is made to gather </w:t>
            </w:r>
            <w:proofErr w:type="spellStart"/>
            <w:r w:rsidRPr="00FF50DA">
              <w:rPr>
                <w:color w:val="auto"/>
              </w:rPr>
              <w:t>OneVA</w:t>
            </w:r>
            <w:proofErr w:type="spellEnd"/>
            <w:r w:rsidRPr="00FF50DA">
              <w:rPr>
                <w:color w:val="auto"/>
              </w:rPr>
              <w:t xml:space="preserve"> pharmacy prescriptions. No error messages should be returned.</w:t>
            </w:r>
          </w:p>
        </w:tc>
        <w:tc>
          <w:tcPr>
            <w:tcW w:w="423"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r>
      <w:tr w:rsidR="001D1ED4"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1D1ED4" w:rsidRPr="008543A8" w:rsidRDefault="001D1ED4" w:rsidP="00665245">
            <w:pPr>
              <w:pStyle w:val="ListNumber"/>
            </w:pPr>
          </w:p>
        </w:tc>
        <w:tc>
          <w:tcPr>
            <w:tcW w:w="3806" w:type="pct"/>
            <w:shd w:val="clear" w:color="auto" w:fill="auto"/>
          </w:tcPr>
          <w:p w:rsidR="001D1ED4" w:rsidRDefault="001D1ED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val="restart"/>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r>
      <w:tr w:rsidR="001D1ED4"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1D1ED4" w:rsidRPr="008543A8" w:rsidRDefault="001D1ED4" w:rsidP="001D1ED4">
            <w:pPr>
              <w:pStyle w:val="ListNumber"/>
              <w:numPr>
                <w:ilvl w:val="0"/>
                <w:numId w:val="0"/>
              </w:numPr>
              <w:ind w:left="360"/>
            </w:pPr>
          </w:p>
        </w:tc>
        <w:tc>
          <w:tcPr>
            <w:tcW w:w="3806" w:type="pct"/>
            <w:shd w:val="clear" w:color="auto" w:fill="auto"/>
          </w:tcPr>
          <w:p w:rsidR="001D1ED4" w:rsidRDefault="001D1ED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‘Display Remote Data’, answer ‘NO’.</w:t>
            </w:r>
          </w:p>
        </w:tc>
        <w:tc>
          <w:tcPr>
            <w:tcW w:w="423"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r>
      <w:tr w:rsidR="001D1ED4"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1D1ED4" w:rsidRPr="008543A8" w:rsidRDefault="001D1ED4" w:rsidP="001D1ED4">
            <w:pPr>
              <w:pStyle w:val="ListNumber"/>
              <w:numPr>
                <w:ilvl w:val="0"/>
                <w:numId w:val="0"/>
              </w:numPr>
              <w:ind w:left="360"/>
            </w:pPr>
          </w:p>
        </w:tc>
        <w:tc>
          <w:tcPr>
            <w:tcW w:w="3806" w:type="pct"/>
            <w:shd w:val="clear" w:color="auto" w:fill="auto"/>
          </w:tcPr>
          <w:p w:rsidR="001D1ED4" w:rsidRDefault="001D1ED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r>
      <w:tr w:rsidR="001D1ED4"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1D1ED4" w:rsidRPr="008543A8" w:rsidRDefault="001D1ED4" w:rsidP="001D1ED4">
            <w:pPr>
              <w:pStyle w:val="ListNumber"/>
              <w:numPr>
                <w:ilvl w:val="0"/>
                <w:numId w:val="0"/>
              </w:numPr>
              <w:ind w:left="360"/>
            </w:pPr>
          </w:p>
        </w:tc>
        <w:tc>
          <w:tcPr>
            <w:tcW w:w="3806" w:type="pct"/>
            <w:shd w:val="clear" w:color="auto" w:fill="auto"/>
          </w:tcPr>
          <w:p w:rsidR="001D1ED4" w:rsidRDefault="001D1ED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is taken to the next step/prompt.</w:t>
            </w:r>
          </w:p>
        </w:tc>
        <w:tc>
          <w:tcPr>
            <w:tcW w:w="423"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r>
      <w:tr w:rsidR="005768B4"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768B4" w:rsidRPr="008543A8" w:rsidRDefault="005768B4" w:rsidP="00665245">
            <w:pPr>
              <w:pStyle w:val="ListNumber"/>
            </w:pPr>
          </w:p>
        </w:tc>
        <w:tc>
          <w:tcPr>
            <w:tcW w:w="3806" w:type="pct"/>
            <w:shd w:val="clear" w:color="auto" w:fill="auto"/>
          </w:tcPr>
          <w:p w:rsidR="005768B4" w:rsidRDefault="005768B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5768B4" w:rsidRPr="008543A8" w:rsidRDefault="00CB4D1F"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r>
      <w:tr w:rsidR="00B5483C"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B5483C" w:rsidRPr="008543A8" w:rsidRDefault="00B5483C" w:rsidP="005768B4">
            <w:pPr>
              <w:pStyle w:val="ListNumber"/>
              <w:numPr>
                <w:ilvl w:val="0"/>
                <w:numId w:val="0"/>
              </w:numPr>
              <w:ind w:left="360"/>
            </w:pPr>
          </w:p>
        </w:tc>
        <w:tc>
          <w:tcPr>
            <w:tcW w:w="3806" w:type="pct"/>
            <w:shd w:val="clear" w:color="auto" w:fill="auto"/>
          </w:tcPr>
          <w:p w:rsidR="00B5483C"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If prompted for ‘RX PATIENT STATUS’, press &lt;return&gt; if there is a default. Select a valid eligibility if none currently exist.</w:t>
            </w:r>
          </w:p>
        </w:tc>
        <w:tc>
          <w:tcPr>
            <w:tcW w:w="423"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r>
      <w:tr w:rsidR="005768B4"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768B4" w:rsidRPr="008543A8" w:rsidRDefault="005768B4" w:rsidP="005768B4">
            <w:pPr>
              <w:pStyle w:val="ListNumber"/>
              <w:numPr>
                <w:ilvl w:val="0"/>
                <w:numId w:val="0"/>
              </w:numPr>
              <w:ind w:left="360"/>
            </w:pPr>
          </w:p>
        </w:tc>
        <w:tc>
          <w:tcPr>
            <w:tcW w:w="3806" w:type="pct"/>
            <w:shd w:val="clear" w:color="auto" w:fill="auto"/>
          </w:tcPr>
          <w:p w:rsidR="005768B4" w:rsidRDefault="005768B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r>
      <w:tr w:rsidR="005768B4"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768B4" w:rsidRPr="008543A8" w:rsidRDefault="005768B4" w:rsidP="005768B4">
            <w:pPr>
              <w:pStyle w:val="ListNumber"/>
              <w:numPr>
                <w:ilvl w:val="0"/>
                <w:numId w:val="0"/>
              </w:numPr>
              <w:ind w:left="360"/>
            </w:pPr>
          </w:p>
        </w:tc>
        <w:tc>
          <w:tcPr>
            <w:tcW w:w="3806" w:type="pct"/>
            <w:shd w:val="clear" w:color="auto" w:fill="auto"/>
          </w:tcPr>
          <w:p w:rsidR="005768B4" w:rsidRDefault="005768B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will be taking to the patient profile, where Eligibility, Disabilities and other information is displayed.</w:t>
            </w:r>
          </w:p>
        </w:tc>
        <w:tc>
          <w:tcPr>
            <w:tcW w:w="423" w:type="pct"/>
            <w:vMerge/>
            <w:shd w:val="clear" w:color="auto" w:fill="auto"/>
          </w:tcPr>
          <w:p w:rsidR="005768B4" w:rsidRPr="008543A8" w:rsidRDefault="005768B4"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768B4" w:rsidRPr="008543A8" w:rsidRDefault="005768B4" w:rsidP="00665245">
            <w:pPr>
              <w:jc w:val="center"/>
              <w:cnfStyle w:val="000000000000" w:firstRow="0" w:lastRow="0" w:firstColumn="0" w:lastColumn="0" w:oddVBand="0" w:evenVBand="0" w:oddHBand="0" w:evenHBand="0" w:firstRowFirstColumn="0" w:firstRowLastColumn="0" w:lastRowFirstColumn="0" w:lastRowLastColumn="0"/>
            </w:pPr>
          </w:p>
        </w:tc>
      </w:tr>
      <w:tr w:rsidR="00D373DA"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373DA" w:rsidRPr="008543A8" w:rsidRDefault="00D373DA" w:rsidP="00665245">
            <w:pPr>
              <w:pStyle w:val="ListNumber"/>
            </w:pPr>
          </w:p>
        </w:tc>
        <w:tc>
          <w:tcPr>
            <w:tcW w:w="3806" w:type="pct"/>
            <w:shd w:val="clear" w:color="auto" w:fill="auto"/>
          </w:tcPr>
          <w:p w:rsidR="00D373DA" w:rsidRDefault="00D373DA"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D373DA" w:rsidRPr="008543A8" w:rsidRDefault="00CB4D1F"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r>
      <w:tr w:rsidR="00B5483C"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B5483C" w:rsidRPr="008543A8" w:rsidRDefault="00B5483C" w:rsidP="00D373DA">
            <w:pPr>
              <w:pStyle w:val="ListNumber"/>
              <w:numPr>
                <w:ilvl w:val="0"/>
                <w:numId w:val="0"/>
              </w:numPr>
              <w:ind w:left="360"/>
            </w:pPr>
          </w:p>
        </w:tc>
        <w:tc>
          <w:tcPr>
            <w:tcW w:w="3806" w:type="pct"/>
            <w:shd w:val="clear" w:color="auto" w:fill="auto"/>
          </w:tcPr>
          <w:p w:rsidR="00B5483C"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Press &lt;return&gt; until you reach the medication list.</w:t>
            </w:r>
          </w:p>
        </w:tc>
        <w:tc>
          <w:tcPr>
            <w:tcW w:w="423"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r>
      <w:tr w:rsidR="00D373DA"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373DA" w:rsidRPr="008543A8" w:rsidRDefault="00D373DA" w:rsidP="00D373DA">
            <w:pPr>
              <w:pStyle w:val="ListNumber"/>
              <w:numPr>
                <w:ilvl w:val="0"/>
                <w:numId w:val="0"/>
              </w:numPr>
              <w:ind w:left="360"/>
            </w:pPr>
          </w:p>
        </w:tc>
        <w:tc>
          <w:tcPr>
            <w:tcW w:w="3806" w:type="pct"/>
            <w:shd w:val="clear" w:color="auto" w:fill="auto"/>
          </w:tcPr>
          <w:p w:rsidR="00D373DA" w:rsidRDefault="00D373DA"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r>
      <w:tr w:rsidR="00D373DA"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373DA" w:rsidRPr="008543A8" w:rsidRDefault="00D373DA" w:rsidP="00D373DA">
            <w:pPr>
              <w:pStyle w:val="ListNumber"/>
              <w:numPr>
                <w:ilvl w:val="0"/>
                <w:numId w:val="0"/>
              </w:numPr>
              <w:ind w:left="360"/>
            </w:pPr>
          </w:p>
        </w:tc>
        <w:tc>
          <w:tcPr>
            <w:tcW w:w="3806" w:type="pct"/>
            <w:shd w:val="clear" w:color="auto" w:fill="auto"/>
          </w:tcPr>
          <w:p w:rsidR="00D373DA"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will be taken to the medication list.</w:t>
            </w:r>
          </w:p>
        </w:tc>
        <w:tc>
          <w:tcPr>
            <w:tcW w:w="423" w:type="pct"/>
            <w:vMerge/>
            <w:shd w:val="clear" w:color="auto" w:fill="auto"/>
          </w:tcPr>
          <w:p w:rsidR="00D373DA" w:rsidRPr="008543A8" w:rsidRDefault="00D373DA"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373DA" w:rsidRPr="008543A8" w:rsidRDefault="00D373DA" w:rsidP="00665245">
            <w:pPr>
              <w:jc w:val="center"/>
              <w:cnfStyle w:val="000000000000" w:firstRow="0" w:lastRow="0" w:firstColumn="0" w:lastColumn="0" w:oddVBand="0" w:evenVBand="0" w:oddHBand="0" w:evenHBand="0" w:firstRowFirstColumn="0" w:firstRowLastColumn="0" w:lastRowFirstColumn="0" w:lastRowLastColumn="0"/>
            </w:pPr>
          </w:p>
        </w:tc>
      </w:tr>
      <w:tr w:rsidR="007976FD"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7976FD" w:rsidRPr="00457F69" w:rsidRDefault="007976FD" w:rsidP="00457F69">
            <w:pPr>
              <w:pStyle w:val="ListNumber"/>
            </w:pPr>
          </w:p>
        </w:tc>
        <w:tc>
          <w:tcPr>
            <w:tcW w:w="3806" w:type="pct"/>
            <w:tcBorders>
              <w:bottom w:val="single" w:sz="4" w:space="0" w:color="auto"/>
            </w:tcBorders>
            <w:shd w:val="clear" w:color="auto" w:fill="auto"/>
          </w:tcPr>
          <w:p w:rsidR="007976FD" w:rsidRPr="00780967" w:rsidRDefault="007976FD" w:rsidP="00665245">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7976FD" w:rsidRPr="00457F69"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r>
      <w:tr w:rsidR="00C85163"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85163" w:rsidRPr="00457F69" w:rsidRDefault="00C85163" w:rsidP="00665245">
            <w:pPr>
              <w:pStyle w:val="ListNumber"/>
              <w:numPr>
                <w:ilvl w:val="0"/>
                <w:numId w:val="0"/>
              </w:numPr>
              <w:ind w:left="360"/>
            </w:pPr>
          </w:p>
        </w:tc>
        <w:tc>
          <w:tcPr>
            <w:tcW w:w="3806" w:type="pct"/>
            <w:shd w:val="clear" w:color="auto" w:fill="auto"/>
          </w:tcPr>
          <w:p w:rsidR="00C85163" w:rsidRPr="00457F69" w:rsidRDefault="00CB4D1F" w:rsidP="00665245">
            <w:pPr>
              <w:cnfStyle w:val="000000000000" w:firstRow="0" w:lastRow="0" w:firstColumn="0" w:lastColumn="0" w:oddVBand="0" w:evenVBand="0" w:oddHBand="0" w:evenHBand="0" w:firstRowFirstColumn="0" w:firstRowLastColumn="0" w:lastRowFirstColumn="0" w:lastRowLastColumn="0"/>
            </w:pPr>
            <w:r>
              <w:t>Attempt to refill a different prescription using PSO LM BACKDOOR ORDERS</w:t>
            </w:r>
          </w:p>
        </w:tc>
        <w:tc>
          <w:tcPr>
            <w:tcW w:w="423"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r>
      <w:tr w:rsidR="007976FD"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976FD" w:rsidRPr="00457F69" w:rsidRDefault="007976FD" w:rsidP="00665245">
            <w:pPr>
              <w:pStyle w:val="ListNumber"/>
              <w:numPr>
                <w:ilvl w:val="0"/>
                <w:numId w:val="0"/>
              </w:numPr>
              <w:ind w:left="360"/>
            </w:pPr>
          </w:p>
        </w:tc>
        <w:tc>
          <w:tcPr>
            <w:tcW w:w="3806" w:type="pct"/>
            <w:shd w:val="clear" w:color="auto" w:fill="auto"/>
          </w:tcPr>
          <w:p w:rsidR="007976FD" w:rsidRPr="00780967" w:rsidRDefault="007976FD" w:rsidP="00665245">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423" w:type="pct"/>
            <w:vMerge/>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r>
      <w:tr w:rsidR="007976FD"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976FD" w:rsidRPr="00457F69" w:rsidRDefault="007976FD" w:rsidP="00665245">
            <w:pPr>
              <w:pStyle w:val="ListNumber"/>
              <w:numPr>
                <w:ilvl w:val="0"/>
                <w:numId w:val="0"/>
              </w:numPr>
              <w:ind w:left="360"/>
            </w:pPr>
          </w:p>
        </w:tc>
        <w:tc>
          <w:tcPr>
            <w:tcW w:w="3806" w:type="pct"/>
            <w:shd w:val="clear" w:color="auto" w:fill="auto"/>
          </w:tcPr>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b/>
                <w:bCs/>
                <w:sz w:val="20"/>
                <w:szCs w:val="20"/>
                <w:u w:val="single"/>
              </w:rPr>
              <w:t>Medication Profile</w:t>
            </w:r>
            <w:r>
              <w:rPr>
                <w:rFonts w:ascii="r_ansi" w:hAnsi="r_ansi"/>
                <w:sz w:val="20"/>
                <w:szCs w:val="20"/>
                <w:u w:val="single"/>
              </w:rPr>
              <w:t xml:space="preserve">            Oct 02, 2017@12:44:23          Page:    2 of    5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TEST,HERRING</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PID: XXX-XX-XXXX                                 </w:t>
            </w:r>
            <w:proofErr w:type="spellStart"/>
            <w:r>
              <w:rPr>
                <w:rFonts w:ascii="r_ansi" w:hAnsi="r_ansi"/>
                <w:sz w:val="20"/>
                <w:szCs w:val="20"/>
              </w:rPr>
              <w:t>Ht</w:t>
            </w:r>
            <w:proofErr w:type="spellEnd"/>
            <w:r>
              <w:rPr>
                <w:rFonts w:ascii="r_ansi" w:hAnsi="r_ansi"/>
                <w:sz w:val="20"/>
                <w:szCs w:val="20"/>
              </w:rPr>
              <w:t xml:space="preserve">(cm): _______ (______)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DOB: JAN 1,1960 (57)                             </w:t>
            </w:r>
            <w:proofErr w:type="spellStart"/>
            <w:r>
              <w:rPr>
                <w:rFonts w:ascii="r_ansi" w:hAnsi="r_ansi"/>
                <w:sz w:val="20"/>
                <w:szCs w:val="20"/>
              </w:rPr>
              <w:t>Wt</w:t>
            </w:r>
            <w:proofErr w:type="spellEnd"/>
            <w:r>
              <w:rPr>
                <w:rFonts w:ascii="r_ansi" w:hAnsi="r_ansi"/>
                <w:sz w:val="20"/>
                <w:szCs w:val="20"/>
              </w:rPr>
              <w:t xml:space="preserve">(kg): _______ (______)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SEX: FEMALE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w:t>
            </w:r>
            <w:proofErr w:type="spellStart"/>
            <w:r>
              <w:rPr>
                <w:rFonts w:ascii="r_ansi" w:hAnsi="r_ansi"/>
                <w:sz w:val="20"/>
                <w:szCs w:val="20"/>
              </w:rPr>
              <w:t>CrCL</w:t>
            </w:r>
            <w:proofErr w:type="spellEnd"/>
            <w:r>
              <w:rPr>
                <w:rFonts w:ascii="r_ansi" w:hAnsi="r_ansi"/>
                <w:sz w:val="20"/>
                <w:szCs w:val="20"/>
              </w:rPr>
              <w:t xml:space="preserve">: &lt;Not Found&gt;                               BSA (m2): _______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ISSUE  LAST REF DAY</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RX #         DRUG                                 QTY ST  DATE  FILL REM SUP</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sz w:val="20"/>
                <w:szCs w:val="20"/>
                <w:u w:val="single"/>
              </w:rPr>
              <w:t xml:space="preserve">+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10 ACARBOSE 50MG TAB                      QTY: 90          ISDT: 08-24&gt; REF: 11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--------------------------CHYSHR TEST LAB (983) ACTIVE--------------------------</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11 763007        ACETAMINOPHEN 325MG TAB               30 A  08-09 09-05  10  30</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12 10000340      AMPICILLIN 250MG CAP                  30 A  01-19 09-19   6  30</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13 763013        ASPIRIN 325MG EC TAB                  30 A  08-09 09-14  10  30</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14 763015        AZITHROMYCIN 500MG TAB                30 A  08-10 09-14  10  30</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15 10000373      BACLOFEN 10MG TAB                     45 A  05-06 05-06  11  30</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16 10000374      BANDAGE,ELASTIC 4IN F#721-9792         3 A  04-06 09-14  10  30</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17 10000377      CABERGOLINE 0.5MG TAB                 18 A  05-01 05-21  11  30</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18 10000379      CALAMINE LOTION                       50 A  07-13 07-13  11  30</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Enter ?? for more actions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PU  Patient Record Update               NO  New Order</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PI  Patient Information                 SO  Select Order</w:t>
            </w:r>
          </w:p>
          <w:p w:rsidR="007976FD" w:rsidRPr="00780967" w:rsidRDefault="007976FD" w:rsidP="00665245">
            <w:pPr>
              <w:cnfStyle w:val="000000000000" w:firstRow="0" w:lastRow="0" w:firstColumn="0" w:lastColumn="0" w:oddVBand="0" w:evenVBand="0" w:oddHBand="0" w:evenHBand="0" w:firstRowFirstColumn="0" w:firstRowLastColumn="0" w:lastRowFirstColumn="0" w:lastRowLastColumn="0"/>
            </w:pPr>
          </w:p>
        </w:tc>
        <w:tc>
          <w:tcPr>
            <w:tcW w:w="423" w:type="pct"/>
            <w:vMerge/>
            <w:shd w:val="clear" w:color="auto" w:fill="auto"/>
          </w:tcPr>
          <w:p w:rsidR="007976FD" w:rsidRPr="00457F69" w:rsidRDefault="007976FD"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976FD" w:rsidRPr="00457F69" w:rsidRDefault="007976FD" w:rsidP="001D3359">
            <w:pPr>
              <w:jc w:val="center"/>
              <w:cnfStyle w:val="000000000000" w:firstRow="0" w:lastRow="0" w:firstColumn="0" w:lastColumn="0" w:oddVBand="0" w:evenVBand="0" w:oddHBand="0" w:evenHBand="0" w:firstRowFirstColumn="0" w:firstRowLastColumn="0" w:lastRowFirstColumn="0" w:lastRowLastColumn="0"/>
            </w:pPr>
          </w:p>
        </w:tc>
      </w:tr>
      <w:tr w:rsidR="00C85163"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C85163" w:rsidRPr="00457F69" w:rsidRDefault="00C85163" w:rsidP="00457F69">
            <w:pPr>
              <w:pStyle w:val="ListNumber"/>
            </w:pPr>
          </w:p>
        </w:tc>
        <w:tc>
          <w:tcPr>
            <w:tcW w:w="3806" w:type="pct"/>
            <w:shd w:val="clear" w:color="auto" w:fill="auto"/>
          </w:tcPr>
          <w:p w:rsidR="00C85163" w:rsidRDefault="00C85163" w:rsidP="008543A8">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C85163" w:rsidRPr="00457F69"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C85163" w:rsidRPr="00457F69" w:rsidRDefault="00C85163" w:rsidP="001D3359">
            <w:pPr>
              <w:jc w:val="center"/>
              <w:cnfStyle w:val="000000100000" w:firstRow="0" w:lastRow="0" w:firstColumn="0" w:lastColumn="0" w:oddVBand="0" w:evenVBand="0" w:oddHBand="1" w:evenHBand="0" w:firstRowFirstColumn="0" w:firstRowLastColumn="0" w:lastRowFirstColumn="0" w:lastRowLastColumn="0"/>
            </w:pPr>
          </w:p>
        </w:tc>
      </w:tr>
      <w:tr w:rsidR="00C85163"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85163" w:rsidRPr="00457F69" w:rsidRDefault="00C85163" w:rsidP="00E75098">
            <w:pPr>
              <w:pStyle w:val="ListNumber"/>
              <w:numPr>
                <w:ilvl w:val="0"/>
                <w:numId w:val="0"/>
              </w:numPr>
              <w:ind w:left="360"/>
            </w:pPr>
          </w:p>
        </w:tc>
        <w:tc>
          <w:tcPr>
            <w:tcW w:w="3806" w:type="pct"/>
            <w:shd w:val="clear" w:color="auto" w:fill="auto"/>
          </w:tcPr>
          <w:p w:rsidR="00C85163" w:rsidRP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Select Action: Next Screen// 15     </w:t>
            </w:r>
          </w:p>
        </w:tc>
        <w:tc>
          <w:tcPr>
            <w:tcW w:w="423"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r>
      <w:tr w:rsidR="000505C7"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E75098">
            <w:pPr>
              <w:pStyle w:val="ListNumber"/>
              <w:numPr>
                <w:ilvl w:val="0"/>
                <w:numId w:val="0"/>
              </w:numPr>
              <w:ind w:left="360"/>
            </w:pPr>
          </w:p>
        </w:tc>
        <w:tc>
          <w:tcPr>
            <w:tcW w:w="3806" w:type="pct"/>
            <w:shd w:val="clear" w:color="auto" w:fill="auto"/>
          </w:tcPr>
          <w:p w:rsidR="000505C7" w:rsidRDefault="000505C7" w:rsidP="008543A8">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423" w:type="pct"/>
            <w:vMerge/>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r>
      <w:tr w:rsidR="000505C7"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E75098">
            <w:pPr>
              <w:pStyle w:val="ListNumber"/>
              <w:numPr>
                <w:ilvl w:val="0"/>
                <w:numId w:val="0"/>
              </w:numPr>
              <w:ind w:left="360"/>
            </w:pPr>
          </w:p>
        </w:tc>
        <w:tc>
          <w:tcPr>
            <w:tcW w:w="3806" w:type="pct"/>
            <w:shd w:val="clear" w:color="auto" w:fill="auto"/>
          </w:tcPr>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b/>
                <w:bCs/>
                <w:sz w:val="20"/>
                <w:szCs w:val="20"/>
                <w:u w:val="single"/>
              </w:rPr>
              <w:t>REMOTE OP Medications (ACTIVE)</w:t>
            </w:r>
            <w:r>
              <w:rPr>
                <w:rFonts w:ascii="r_ansi" w:hAnsi="r_ansi"/>
                <w:sz w:val="20"/>
                <w:szCs w:val="20"/>
                <w:u w:val="single"/>
              </w:rPr>
              <w:t xml:space="preserve">Oct 02, 2017@12:44:25          Page:    1 of    1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TEST,HERRING</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PID: XXX-XX-XXXX                                 </w:t>
            </w:r>
            <w:proofErr w:type="spellStart"/>
            <w:r>
              <w:rPr>
                <w:rFonts w:ascii="r_ansi" w:hAnsi="r_ansi"/>
                <w:sz w:val="20"/>
                <w:szCs w:val="20"/>
              </w:rPr>
              <w:t>Ht</w:t>
            </w:r>
            <w:proofErr w:type="spellEnd"/>
            <w:r>
              <w:rPr>
                <w:rFonts w:ascii="r_ansi" w:hAnsi="r_ansi"/>
                <w:sz w:val="20"/>
                <w:szCs w:val="20"/>
              </w:rPr>
              <w:t xml:space="preserve">(cm): _______ (______)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DOB: JAN 1,1960 (57)                             </w:t>
            </w:r>
            <w:proofErr w:type="spellStart"/>
            <w:r>
              <w:rPr>
                <w:rFonts w:ascii="r_ansi" w:hAnsi="r_ansi"/>
                <w:sz w:val="20"/>
                <w:szCs w:val="20"/>
              </w:rPr>
              <w:t>Wt</w:t>
            </w:r>
            <w:proofErr w:type="spellEnd"/>
            <w:r>
              <w:rPr>
                <w:rFonts w:ascii="r_ansi" w:hAnsi="r_ansi"/>
                <w:sz w:val="20"/>
                <w:szCs w:val="20"/>
              </w:rPr>
              <w:t xml:space="preserve">(kg): _______ (______)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SEX: FEMALE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w:t>
            </w:r>
            <w:proofErr w:type="spellStart"/>
            <w:r>
              <w:rPr>
                <w:rFonts w:ascii="r_ansi" w:hAnsi="r_ansi"/>
                <w:sz w:val="20"/>
                <w:szCs w:val="20"/>
              </w:rPr>
              <w:t>CrCL</w:t>
            </w:r>
            <w:proofErr w:type="spellEnd"/>
            <w:r>
              <w:rPr>
                <w:rFonts w:ascii="r_ansi" w:hAnsi="r_ansi"/>
                <w:sz w:val="20"/>
                <w:szCs w:val="20"/>
              </w:rPr>
              <w:t xml:space="preserve">: &lt;Not Found&gt;                               BSA (m2): _______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sz w:val="20"/>
                <w:szCs w:val="20"/>
                <w:u w:val="single"/>
              </w:rPr>
              <w:t>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Site #: 983(CHYSHR TEST LAB)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Rx #: 10000373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Drug Name: BACLOFEN 10MG TAB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w:t>
            </w:r>
            <w:proofErr w:type="spellStart"/>
            <w:r>
              <w:rPr>
                <w:rFonts w:ascii="r_ansi" w:hAnsi="r_ansi"/>
                <w:sz w:val="20"/>
                <w:szCs w:val="20"/>
              </w:rPr>
              <w:t>Days</w:t>
            </w:r>
            <w:proofErr w:type="spellEnd"/>
            <w:r>
              <w:rPr>
                <w:rFonts w:ascii="r_ansi" w:hAnsi="r_ansi"/>
                <w:sz w:val="20"/>
                <w:szCs w:val="20"/>
              </w:rPr>
              <w:t xml:space="preserve"> Supply: 30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Quantity: 45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Refills: 11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Expiration Date: 05/07/18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Issue Date: 05/06/17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Stop Date: 05/07/18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Last Fill Date: 05/06/17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Sig: TAKE ONE-HALF TABLET BY MOUTH THREE TIMES A DAY TAKE AS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DIRECTED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Enter ?? for more actions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RF   Refill Rx from Another VA Pharmacy</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PR   Partial Fill Rx from Another VA Pharmacy</w:t>
            </w:r>
          </w:p>
          <w:p w:rsidR="000505C7" w:rsidRDefault="000505C7" w:rsidP="00E75098">
            <w:pPr>
              <w:cnfStyle w:val="000000000000" w:firstRow="0" w:lastRow="0" w:firstColumn="0" w:lastColumn="0" w:oddVBand="0" w:evenVBand="0" w:oddHBand="0" w:evenHBand="0" w:firstRowFirstColumn="0" w:firstRowLastColumn="0" w:lastRowFirstColumn="0" w:lastRowLastColumn="0"/>
            </w:pPr>
          </w:p>
        </w:tc>
        <w:tc>
          <w:tcPr>
            <w:tcW w:w="423"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r>
      <w:tr w:rsidR="000505C7"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0505C7" w:rsidRPr="00457F69" w:rsidRDefault="000505C7" w:rsidP="00457F69">
            <w:pPr>
              <w:pStyle w:val="ListNumber"/>
            </w:pPr>
          </w:p>
        </w:tc>
        <w:tc>
          <w:tcPr>
            <w:tcW w:w="3806" w:type="pct"/>
            <w:shd w:val="clear" w:color="auto" w:fill="auto"/>
          </w:tcPr>
          <w:p w:rsidR="000505C7" w:rsidRDefault="000505C7" w:rsidP="00FB78AB">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0505C7" w:rsidRPr="00457F69" w:rsidRDefault="00CB4D1F"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r>
      <w:tr w:rsidR="000505C7"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0505C7">
            <w:pPr>
              <w:pStyle w:val="ListNumber"/>
              <w:numPr>
                <w:ilvl w:val="0"/>
                <w:numId w:val="0"/>
              </w:numPr>
              <w:ind w:left="360"/>
            </w:pPr>
          </w:p>
        </w:tc>
        <w:tc>
          <w:tcPr>
            <w:tcW w:w="3806" w:type="pct"/>
            <w:shd w:val="clear" w:color="auto" w:fill="auto"/>
          </w:tcPr>
          <w:p w:rsidR="000505C7" w:rsidRP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Select </w:t>
            </w:r>
            <w:proofErr w:type="spellStart"/>
            <w:r>
              <w:rPr>
                <w:rFonts w:ascii="r_ansi" w:hAnsi="r_ansi"/>
                <w:sz w:val="20"/>
                <w:szCs w:val="20"/>
              </w:rPr>
              <w:t>Action:Quit</w:t>
            </w:r>
            <w:proofErr w:type="spellEnd"/>
            <w:r>
              <w:rPr>
                <w:rFonts w:ascii="r_ansi" w:hAnsi="r_ansi"/>
                <w:sz w:val="20"/>
                <w:szCs w:val="20"/>
              </w:rPr>
              <w:t xml:space="preserve">// PR   Partial Fill Rx from Another VA Pharmacy  </w:t>
            </w:r>
          </w:p>
        </w:tc>
        <w:tc>
          <w:tcPr>
            <w:tcW w:w="423"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r>
      <w:tr w:rsidR="000505C7" w:rsidRPr="00457F69" w:rsidTr="000E0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0505C7">
            <w:pPr>
              <w:pStyle w:val="ListNumber"/>
              <w:numPr>
                <w:ilvl w:val="0"/>
                <w:numId w:val="0"/>
              </w:numPr>
              <w:ind w:left="360"/>
            </w:pPr>
          </w:p>
        </w:tc>
        <w:tc>
          <w:tcPr>
            <w:tcW w:w="3806" w:type="pct"/>
            <w:shd w:val="clear" w:color="auto" w:fill="auto"/>
          </w:tcPr>
          <w:p w:rsidR="000505C7" w:rsidRDefault="000505C7" w:rsidP="00FB78AB">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423" w:type="pct"/>
            <w:vMerge/>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r>
      <w:tr w:rsidR="000505C7" w:rsidRPr="00457F69" w:rsidTr="000E037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0505C7">
            <w:pPr>
              <w:pStyle w:val="ListNumber"/>
              <w:numPr>
                <w:ilvl w:val="0"/>
                <w:numId w:val="0"/>
              </w:numPr>
              <w:ind w:left="360"/>
            </w:pPr>
          </w:p>
        </w:tc>
        <w:tc>
          <w:tcPr>
            <w:tcW w:w="3806" w:type="pct"/>
            <w:shd w:val="clear" w:color="auto" w:fill="auto"/>
          </w:tcPr>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Remote site drug name: BACLOFEN 10MG TAB</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Matching Drug Found for Dispensing: BACLOFEN 10MG TAB</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Would you like to use the system matched drug for this</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refill/partial fill? NO// YES</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Enter Quantity:  1</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DAYS SUPPLY:  1</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Select PHARMACIST Name: BUTLER,BRANDON L//        BB     192     BAY PINES TEST </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LAB</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REMARKS: D</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Processing partial fill request. Please be patient as it may take a moment</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for the host site to respond and generate your label data...</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TRANSACTION SUCCESSFUL...  The partial for RX #10000373 has been recorded on</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the prescription at the host system.</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Select a printer to generate the label or '^' to bypass printing.</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QUEUE TO PRINT ON</w:t>
            </w:r>
          </w:p>
          <w:p w:rsidR="00CB4D1F" w:rsidRDefault="00CB4D1F" w:rsidP="00CB4D1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DEVICE: </w:t>
            </w:r>
          </w:p>
          <w:p w:rsidR="00CB4D1F" w:rsidRDefault="00CB4D1F" w:rsidP="00CB4D1F">
            <w:pPr>
              <w:cnfStyle w:val="000000000000" w:firstRow="0" w:lastRow="0" w:firstColumn="0" w:lastColumn="0" w:oddVBand="0" w:evenVBand="0" w:oddHBand="0" w:evenHBand="0" w:firstRowFirstColumn="0" w:firstRowLastColumn="0" w:lastRowFirstColumn="0" w:lastRowLastColumn="0"/>
              <w:rPr>
                <w:rFonts w:ascii="Calibri" w:hAnsi="Calibri"/>
              </w:rPr>
            </w:pPr>
          </w:p>
          <w:p w:rsidR="000505C7" w:rsidRDefault="000505C7" w:rsidP="000505C7">
            <w:pPr>
              <w:cnfStyle w:val="000000000000" w:firstRow="0" w:lastRow="0" w:firstColumn="0" w:lastColumn="0" w:oddVBand="0" w:evenVBand="0" w:oddHBand="0" w:evenHBand="0" w:firstRowFirstColumn="0" w:firstRowLastColumn="0" w:lastRowFirstColumn="0" w:lastRowLastColumn="0"/>
            </w:pPr>
          </w:p>
        </w:tc>
        <w:tc>
          <w:tcPr>
            <w:tcW w:w="423"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r>
    </w:tbl>
    <w:p w:rsidR="00F16735" w:rsidRDefault="00F16735" w:rsidP="00457F69">
      <w:pPr>
        <w:pStyle w:val="Appendix"/>
      </w:pPr>
      <w:bookmarkStart w:id="7" w:name="_Toc489565056"/>
      <w:r w:rsidRPr="00457F69">
        <w:lastRenderedPageBreak/>
        <w:t>Acronyms</w:t>
      </w:r>
      <w:r>
        <w:t xml:space="preserve"> &amp;</w:t>
      </w:r>
      <w:r w:rsidR="00EB4B73">
        <w:t xml:space="preserve"> </w:t>
      </w:r>
      <w:r w:rsidRPr="00457F69">
        <w:t>Abbreviations</w:t>
      </w:r>
      <w:bookmarkEnd w:id="7"/>
    </w:p>
    <w:tbl>
      <w:tblPr>
        <w:tblStyle w:val="ListTable6Colorful1"/>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VHA</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5"/>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D03" w:rsidRDefault="002D7D03" w:rsidP="00856B83">
      <w:pPr>
        <w:spacing w:after="0" w:line="240" w:lineRule="auto"/>
      </w:pPr>
      <w:r>
        <w:separator/>
      </w:r>
    </w:p>
  </w:endnote>
  <w:endnote w:type="continuationSeparator" w:id="0">
    <w:p w:rsidR="002D7D03" w:rsidRDefault="002D7D03"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r_ansi">
    <w:altName w:val="Calibri"/>
    <w:panose1 w:val="020B0609020202020204"/>
    <w:charset w:val="00"/>
    <w:family w:val="moder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EC8" w:rsidRPr="00A01591" w:rsidRDefault="00133EC8" w:rsidP="00146CAA">
    <w:pPr>
      <w:pStyle w:val="Subtitle"/>
      <w:jc w:val="left"/>
      <w:rPr>
        <w:rFonts w:asciiTheme="majorHAnsi" w:hAnsiTheme="majorHAnsi" w:cstheme="majorHAnsi"/>
        <w:sz w:val="20"/>
        <w:szCs w:val="20"/>
      </w:rPr>
    </w:pPr>
    <w:r w:rsidRPr="00A01591">
      <w:rPr>
        <w:rFonts w:asciiTheme="majorHAnsi" w:hAnsiTheme="majorHAnsi" w:cstheme="majorHAnsi"/>
        <w:sz w:val="20"/>
        <w:szCs w:val="20"/>
      </w:rPr>
      <w:t>CAS Test Case</w:t>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fldChar w:fldCharType="begin"/>
    </w:r>
    <w:r w:rsidRPr="00A01591">
      <w:rPr>
        <w:rFonts w:asciiTheme="majorHAnsi" w:hAnsiTheme="majorHAnsi" w:cstheme="majorHAnsi"/>
        <w:sz w:val="20"/>
        <w:szCs w:val="20"/>
      </w:rPr>
      <w:instrText xml:space="preserve"> PAGE   \* MERGEFORMAT </w:instrText>
    </w:r>
    <w:r w:rsidRPr="00A01591">
      <w:rPr>
        <w:rFonts w:asciiTheme="majorHAnsi" w:hAnsiTheme="majorHAnsi" w:cstheme="majorHAnsi"/>
        <w:sz w:val="20"/>
        <w:szCs w:val="20"/>
      </w:rPr>
      <w:fldChar w:fldCharType="separate"/>
    </w:r>
    <w:r w:rsidR="00AD2902">
      <w:rPr>
        <w:rFonts w:asciiTheme="majorHAnsi" w:hAnsiTheme="majorHAnsi" w:cstheme="majorHAnsi"/>
        <w:noProof/>
        <w:sz w:val="20"/>
        <w:szCs w:val="20"/>
      </w:rPr>
      <w:t>iii</w:t>
    </w:r>
    <w:r w:rsidRPr="00A01591">
      <w:rPr>
        <w:rFonts w:asciiTheme="majorHAnsi" w:hAnsiTheme="majorHAnsi" w:cstheme="majorHAnsi"/>
        <w:noProof/>
        <w:sz w:val="20"/>
        <w:szCs w:val="20"/>
      </w:rPr>
      <w:fldChar w:fldCharType="end"/>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t>August</w:t>
    </w:r>
    <w:r w:rsidRPr="00A01591">
      <w:rPr>
        <w:rFonts w:asciiTheme="majorHAnsi" w:hAnsiTheme="majorHAnsi" w:cstheme="majorHAnsi"/>
        <w:noProof/>
        <w:sz w:val="20"/>
        <w:szCs w:val="20"/>
      </w:rPr>
      <w:fldChar w:fldCharType="begin"/>
    </w:r>
    <w:r w:rsidRPr="00A01591">
      <w:rPr>
        <w:rFonts w:asciiTheme="majorHAnsi" w:hAnsiTheme="majorHAnsi" w:cstheme="majorHAnsi"/>
        <w:noProof/>
        <w:sz w:val="20"/>
        <w:szCs w:val="20"/>
      </w:rPr>
      <w:instrText xml:space="preserve"> REF PubDate \h  \* MERGEFORMAT </w:instrText>
    </w:r>
    <w:r w:rsidRPr="00A01591">
      <w:rPr>
        <w:rFonts w:asciiTheme="majorHAnsi" w:hAnsiTheme="majorHAnsi" w:cstheme="majorHAnsi"/>
        <w:noProof/>
        <w:sz w:val="20"/>
        <w:szCs w:val="20"/>
      </w:rPr>
    </w:r>
    <w:r w:rsidRPr="00A01591">
      <w:rPr>
        <w:rFonts w:asciiTheme="majorHAnsi" w:hAnsiTheme="majorHAnsi" w:cstheme="majorHAnsi"/>
        <w:noProof/>
        <w:sz w:val="20"/>
        <w:szCs w:val="20"/>
      </w:rPr>
      <w:fldChar w:fldCharType="separate"/>
    </w:r>
    <w:r w:rsidRPr="00A01591">
      <w:rPr>
        <w:rFonts w:asciiTheme="majorHAnsi" w:hAnsiTheme="majorHAnsi" w:cstheme="majorHAnsi"/>
        <w:sz w:val="20"/>
        <w:szCs w:val="20"/>
      </w:rPr>
      <w:t xml:space="preserve"> 2017</w:t>
    </w:r>
  </w:p>
  <w:p w:rsidR="00133EC8" w:rsidRDefault="00133EC8">
    <w:pPr>
      <w:pStyle w:val="Footer"/>
    </w:pPr>
    <w:r w:rsidRPr="00A01591">
      <w:rPr>
        <w:rFonts w:asciiTheme="majorHAnsi" w:hAnsiTheme="majorHAnsi" w:cstheme="majorHAnsi"/>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EC8" w:rsidRPr="00A01591" w:rsidRDefault="00133EC8" w:rsidP="000A042F">
    <w:pPr>
      <w:pStyle w:val="Subtitle"/>
      <w:jc w:val="left"/>
      <w:rPr>
        <w:rFonts w:cs="Arial"/>
        <w:sz w:val="20"/>
        <w:szCs w:val="20"/>
      </w:rPr>
    </w:pPr>
    <w:r w:rsidRPr="00A01591">
      <w:rPr>
        <w:rFonts w:cs="Arial"/>
        <w:sz w:val="20"/>
        <w:szCs w:val="20"/>
      </w:rPr>
      <w:t xml:space="preserve">CAS Test Case </w:t>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fldChar w:fldCharType="begin"/>
    </w:r>
    <w:r w:rsidRPr="00A01591">
      <w:rPr>
        <w:rFonts w:cs="Arial"/>
        <w:sz w:val="20"/>
        <w:szCs w:val="20"/>
      </w:rPr>
      <w:instrText xml:space="preserve"> PAGE   \* MERGEFORMAT </w:instrText>
    </w:r>
    <w:r w:rsidRPr="00A01591">
      <w:rPr>
        <w:rFonts w:cs="Arial"/>
        <w:sz w:val="20"/>
        <w:szCs w:val="20"/>
      </w:rPr>
      <w:fldChar w:fldCharType="separate"/>
    </w:r>
    <w:r w:rsidR="00AD2902">
      <w:rPr>
        <w:rFonts w:cs="Arial"/>
        <w:noProof/>
        <w:sz w:val="20"/>
        <w:szCs w:val="20"/>
      </w:rPr>
      <w:t>1</w:t>
    </w:r>
    <w:r w:rsidRPr="00A01591">
      <w:rPr>
        <w:rFonts w:cs="Arial"/>
        <w:noProof/>
        <w:sz w:val="20"/>
        <w:szCs w:val="20"/>
      </w:rPr>
      <w:fldChar w:fldCharType="end"/>
    </w:r>
    <w:r w:rsidRPr="00A01591">
      <w:rPr>
        <w:rFonts w:cs="Arial"/>
        <w:noProof/>
        <w:sz w:val="20"/>
        <w:szCs w:val="20"/>
      </w:rPr>
      <w:tab/>
    </w:r>
    <w:r w:rsidRPr="00A01591">
      <w:rPr>
        <w:rFonts w:cs="Arial"/>
        <w:noProof/>
        <w:sz w:val="20"/>
        <w:szCs w:val="20"/>
      </w:rPr>
      <w:tab/>
    </w:r>
    <w:r w:rsidRPr="00A01591">
      <w:rPr>
        <w:rFonts w:cs="Arial"/>
        <w:noProof/>
        <w:sz w:val="20"/>
        <w:szCs w:val="20"/>
      </w:rPr>
      <w:tab/>
    </w:r>
    <w:r w:rsidRPr="00A01591">
      <w:rPr>
        <w:rFonts w:cs="Arial"/>
        <w:noProof/>
        <w:sz w:val="20"/>
        <w:szCs w:val="20"/>
      </w:rPr>
      <w:tab/>
      <w:t>August</w:t>
    </w:r>
    <w:r w:rsidRPr="00A01591">
      <w:rPr>
        <w:rFonts w:cs="Arial"/>
        <w:noProof/>
        <w:sz w:val="20"/>
        <w:szCs w:val="20"/>
      </w:rPr>
      <w:fldChar w:fldCharType="begin"/>
    </w:r>
    <w:r w:rsidRPr="00A01591">
      <w:rPr>
        <w:rFonts w:cs="Arial"/>
        <w:noProof/>
        <w:sz w:val="20"/>
        <w:szCs w:val="20"/>
      </w:rPr>
      <w:instrText xml:space="preserve"> REF PubDate \h  \* MERGEFORMAT </w:instrText>
    </w:r>
    <w:r w:rsidRPr="00A01591">
      <w:rPr>
        <w:rFonts w:cs="Arial"/>
        <w:noProof/>
        <w:sz w:val="20"/>
        <w:szCs w:val="20"/>
      </w:rPr>
    </w:r>
    <w:r w:rsidRPr="00A01591">
      <w:rPr>
        <w:rFonts w:cs="Arial"/>
        <w:noProof/>
        <w:sz w:val="20"/>
        <w:szCs w:val="20"/>
      </w:rPr>
      <w:fldChar w:fldCharType="separate"/>
    </w:r>
    <w:r w:rsidRPr="00A01591">
      <w:rPr>
        <w:rFonts w:cs="Arial"/>
        <w:sz w:val="20"/>
        <w:szCs w:val="20"/>
      </w:rPr>
      <w:t xml:space="preserve"> 2017</w:t>
    </w:r>
  </w:p>
  <w:p w:rsidR="00133EC8" w:rsidRPr="000E1F13" w:rsidRDefault="00133EC8">
    <w:pPr>
      <w:pStyle w:val="Footer"/>
      <w:rPr>
        <w:rFonts w:asciiTheme="majorHAnsi" w:hAnsiTheme="majorHAnsi" w:cstheme="majorHAnsi"/>
      </w:rPr>
    </w:pPr>
    <w:r w:rsidRPr="00A01591">
      <w:rPr>
        <w:rFonts w:cs="Arial"/>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D03" w:rsidRDefault="002D7D03" w:rsidP="00856B83">
      <w:pPr>
        <w:spacing w:after="0" w:line="240" w:lineRule="auto"/>
      </w:pPr>
      <w:r>
        <w:separator/>
      </w:r>
    </w:p>
  </w:footnote>
  <w:footnote w:type="continuationSeparator" w:id="0">
    <w:p w:rsidR="002D7D03" w:rsidRDefault="002D7D03" w:rsidP="00856B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450"/>
        </w:tabs>
        <w:ind w:left="45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4400CDB"/>
    <w:multiLevelType w:val="hybridMultilevel"/>
    <w:tmpl w:val="AFEA325C"/>
    <w:lvl w:ilvl="0" w:tplc="04090001">
      <w:start w:val="1"/>
      <w:numFmt w:val="bullet"/>
      <w:lvlText w:val=""/>
      <w:lvlJc w:val="left"/>
      <w:pPr>
        <w:ind w:left="770" w:hanging="360"/>
      </w:pPr>
      <w:rPr>
        <w:rFonts w:ascii="Symbol" w:hAnsi="Symbol" w:hint="default"/>
      </w:rPr>
    </w:lvl>
    <w:lvl w:ilvl="1" w:tplc="04090005">
      <w:start w:val="1"/>
      <w:numFmt w:val="bullet"/>
      <w:lvlText w:val=""/>
      <w:lvlJc w:val="left"/>
      <w:pPr>
        <w:ind w:left="1490" w:hanging="360"/>
      </w:pPr>
      <w:rPr>
        <w:rFonts w:ascii="Wingdings" w:hAnsi="Wingdings"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8"/>
  </w:num>
  <w:num w:numId="14">
    <w:abstractNumId w:val="15"/>
  </w:num>
  <w:num w:numId="15">
    <w:abstractNumId w:val="11"/>
  </w:num>
  <w:num w:numId="16">
    <w:abstractNumId w:val="14"/>
  </w:num>
  <w:num w:numId="17">
    <w:abstractNumId w:val="16"/>
  </w:num>
  <w:num w:numId="18">
    <w:abstractNumId w:val="10"/>
  </w:num>
  <w:num w:numId="19">
    <w:abstractNumId w:val="8"/>
  </w:num>
  <w:num w:numId="20">
    <w:abstractNumId w:val="3"/>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201B3"/>
    <w:rsid w:val="000212EB"/>
    <w:rsid w:val="00023C63"/>
    <w:rsid w:val="00023EA7"/>
    <w:rsid w:val="000244F2"/>
    <w:rsid w:val="00024CDA"/>
    <w:rsid w:val="000505C7"/>
    <w:rsid w:val="00056F08"/>
    <w:rsid w:val="00067430"/>
    <w:rsid w:val="00070E8A"/>
    <w:rsid w:val="00090B61"/>
    <w:rsid w:val="0009679E"/>
    <w:rsid w:val="000A042F"/>
    <w:rsid w:val="000B024E"/>
    <w:rsid w:val="000B2426"/>
    <w:rsid w:val="000B31A7"/>
    <w:rsid w:val="000C1212"/>
    <w:rsid w:val="000C162C"/>
    <w:rsid w:val="000D36F1"/>
    <w:rsid w:val="000D5F57"/>
    <w:rsid w:val="000E0370"/>
    <w:rsid w:val="000E1F13"/>
    <w:rsid w:val="000E2579"/>
    <w:rsid w:val="00113F46"/>
    <w:rsid w:val="0012167A"/>
    <w:rsid w:val="00122DFC"/>
    <w:rsid w:val="0012530A"/>
    <w:rsid w:val="00133EC8"/>
    <w:rsid w:val="00144527"/>
    <w:rsid w:val="00146CAA"/>
    <w:rsid w:val="00172921"/>
    <w:rsid w:val="001755EF"/>
    <w:rsid w:val="00186C22"/>
    <w:rsid w:val="00190BAE"/>
    <w:rsid w:val="00193F7E"/>
    <w:rsid w:val="00195ED1"/>
    <w:rsid w:val="001C4894"/>
    <w:rsid w:val="001D0085"/>
    <w:rsid w:val="001D1ED4"/>
    <w:rsid w:val="001D3247"/>
    <w:rsid w:val="001D3359"/>
    <w:rsid w:val="001F3384"/>
    <w:rsid w:val="00202F5E"/>
    <w:rsid w:val="00210B49"/>
    <w:rsid w:val="002156B2"/>
    <w:rsid w:val="00222925"/>
    <w:rsid w:val="002351AB"/>
    <w:rsid w:val="00236A3D"/>
    <w:rsid w:val="00236A53"/>
    <w:rsid w:val="00264710"/>
    <w:rsid w:val="002657AC"/>
    <w:rsid w:val="002666BE"/>
    <w:rsid w:val="002A03B5"/>
    <w:rsid w:val="002A1175"/>
    <w:rsid w:val="002B2208"/>
    <w:rsid w:val="002D7D03"/>
    <w:rsid w:val="002E6920"/>
    <w:rsid w:val="002E7B46"/>
    <w:rsid w:val="002F7C70"/>
    <w:rsid w:val="00306721"/>
    <w:rsid w:val="0032039B"/>
    <w:rsid w:val="00327614"/>
    <w:rsid w:val="00350E7E"/>
    <w:rsid w:val="00365AE2"/>
    <w:rsid w:val="0038065E"/>
    <w:rsid w:val="0039199A"/>
    <w:rsid w:val="00393E15"/>
    <w:rsid w:val="003A5A3A"/>
    <w:rsid w:val="003B22C1"/>
    <w:rsid w:val="003B5D58"/>
    <w:rsid w:val="003C13DF"/>
    <w:rsid w:val="003C6B51"/>
    <w:rsid w:val="003E19BB"/>
    <w:rsid w:val="003F5B94"/>
    <w:rsid w:val="0040381E"/>
    <w:rsid w:val="0041073F"/>
    <w:rsid w:val="00434712"/>
    <w:rsid w:val="00435019"/>
    <w:rsid w:val="00437A98"/>
    <w:rsid w:val="00441315"/>
    <w:rsid w:val="00443D17"/>
    <w:rsid w:val="00457F69"/>
    <w:rsid w:val="0048031B"/>
    <w:rsid w:val="004806CC"/>
    <w:rsid w:val="00483608"/>
    <w:rsid w:val="004846D0"/>
    <w:rsid w:val="004905DB"/>
    <w:rsid w:val="0049298A"/>
    <w:rsid w:val="00511CE6"/>
    <w:rsid w:val="00514CB2"/>
    <w:rsid w:val="00530692"/>
    <w:rsid w:val="005462D7"/>
    <w:rsid w:val="00557A19"/>
    <w:rsid w:val="00570185"/>
    <w:rsid w:val="0057304B"/>
    <w:rsid w:val="005768B4"/>
    <w:rsid w:val="005815EE"/>
    <w:rsid w:val="005843CD"/>
    <w:rsid w:val="00586A95"/>
    <w:rsid w:val="00596D78"/>
    <w:rsid w:val="005A17DC"/>
    <w:rsid w:val="005B3C0D"/>
    <w:rsid w:val="005C714A"/>
    <w:rsid w:val="005E2B16"/>
    <w:rsid w:val="005E3D54"/>
    <w:rsid w:val="005E525B"/>
    <w:rsid w:val="00601879"/>
    <w:rsid w:val="006131A6"/>
    <w:rsid w:val="00613E48"/>
    <w:rsid w:val="006406DC"/>
    <w:rsid w:val="00665245"/>
    <w:rsid w:val="00665292"/>
    <w:rsid w:val="0066795A"/>
    <w:rsid w:val="00672BDC"/>
    <w:rsid w:val="00687CD2"/>
    <w:rsid w:val="006A5447"/>
    <w:rsid w:val="006B3BF3"/>
    <w:rsid w:val="006C57BB"/>
    <w:rsid w:val="006C6119"/>
    <w:rsid w:val="006F49A8"/>
    <w:rsid w:val="00716D8A"/>
    <w:rsid w:val="007276FE"/>
    <w:rsid w:val="00743931"/>
    <w:rsid w:val="00747D3B"/>
    <w:rsid w:val="00756634"/>
    <w:rsid w:val="007617B6"/>
    <w:rsid w:val="007735A4"/>
    <w:rsid w:val="00780967"/>
    <w:rsid w:val="00781083"/>
    <w:rsid w:val="0078372F"/>
    <w:rsid w:val="007845B7"/>
    <w:rsid w:val="00786B4F"/>
    <w:rsid w:val="007976FD"/>
    <w:rsid w:val="007A16CE"/>
    <w:rsid w:val="007B313B"/>
    <w:rsid w:val="007B348F"/>
    <w:rsid w:val="007D7F53"/>
    <w:rsid w:val="007E2D87"/>
    <w:rsid w:val="007F6FFB"/>
    <w:rsid w:val="008059B2"/>
    <w:rsid w:val="008109B9"/>
    <w:rsid w:val="00812D7F"/>
    <w:rsid w:val="00813805"/>
    <w:rsid w:val="00815779"/>
    <w:rsid w:val="00816221"/>
    <w:rsid w:val="00821337"/>
    <w:rsid w:val="00823CF7"/>
    <w:rsid w:val="00826489"/>
    <w:rsid w:val="008347E6"/>
    <w:rsid w:val="008361FD"/>
    <w:rsid w:val="008543A8"/>
    <w:rsid w:val="00856B83"/>
    <w:rsid w:val="0086783D"/>
    <w:rsid w:val="00884A55"/>
    <w:rsid w:val="0095548D"/>
    <w:rsid w:val="00983B3F"/>
    <w:rsid w:val="009A297E"/>
    <w:rsid w:val="009A54DD"/>
    <w:rsid w:val="009C601D"/>
    <w:rsid w:val="009F2978"/>
    <w:rsid w:val="009F6B1C"/>
    <w:rsid w:val="00A01591"/>
    <w:rsid w:val="00A22E60"/>
    <w:rsid w:val="00A5122D"/>
    <w:rsid w:val="00A5188E"/>
    <w:rsid w:val="00A557B9"/>
    <w:rsid w:val="00A671E0"/>
    <w:rsid w:val="00A70C8C"/>
    <w:rsid w:val="00A75D4F"/>
    <w:rsid w:val="00A81B58"/>
    <w:rsid w:val="00A95DE2"/>
    <w:rsid w:val="00AA025E"/>
    <w:rsid w:val="00AA29CD"/>
    <w:rsid w:val="00AB5E58"/>
    <w:rsid w:val="00AD2902"/>
    <w:rsid w:val="00AD48AB"/>
    <w:rsid w:val="00AE0D4A"/>
    <w:rsid w:val="00AF2C21"/>
    <w:rsid w:val="00B267AC"/>
    <w:rsid w:val="00B50F40"/>
    <w:rsid w:val="00B5483C"/>
    <w:rsid w:val="00B6286A"/>
    <w:rsid w:val="00B719B4"/>
    <w:rsid w:val="00B72006"/>
    <w:rsid w:val="00B76976"/>
    <w:rsid w:val="00BA1F67"/>
    <w:rsid w:val="00BC6289"/>
    <w:rsid w:val="00BC6295"/>
    <w:rsid w:val="00BE14F8"/>
    <w:rsid w:val="00BF434C"/>
    <w:rsid w:val="00BF7635"/>
    <w:rsid w:val="00C106AD"/>
    <w:rsid w:val="00C31A76"/>
    <w:rsid w:val="00C3401A"/>
    <w:rsid w:val="00C4199A"/>
    <w:rsid w:val="00C42907"/>
    <w:rsid w:val="00C46329"/>
    <w:rsid w:val="00C53A06"/>
    <w:rsid w:val="00C57B21"/>
    <w:rsid w:val="00C72523"/>
    <w:rsid w:val="00C80FD5"/>
    <w:rsid w:val="00C84170"/>
    <w:rsid w:val="00C85163"/>
    <w:rsid w:val="00CA3D6E"/>
    <w:rsid w:val="00CA5C24"/>
    <w:rsid w:val="00CB4D1F"/>
    <w:rsid w:val="00CC3D8F"/>
    <w:rsid w:val="00CD4582"/>
    <w:rsid w:val="00CD7BA5"/>
    <w:rsid w:val="00CE5513"/>
    <w:rsid w:val="00CF34C2"/>
    <w:rsid w:val="00D0011F"/>
    <w:rsid w:val="00D2114B"/>
    <w:rsid w:val="00D21F5C"/>
    <w:rsid w:val="00D34545"/>
    <w:rsid w:val="00D373DA"/>
    <w:rsid w:val="00D515DC"/>
    <w:rsid w:val="00D623CB"/>
    <w:rsid w:val="00D66D21"/>
    <w:rsid w:val="00D70935"/>
    <w:rsid w:val="00D76F3F"/>
    <w:rsid w:val="00D83A34"/>
    <w:rsid w:val="00DA6A6D"/>
    <w:rsid w:val="00DC3219"/>
    <w:rsid w:val="00DC6C34"/>
    <w:rsid w:val="00DD4758"/>
    <w:rsid w:val="00DF0702"/>
    <w:rsid w:val="00DF3357"/>
    <w:rsid w:val="00E15739"/>
    <w:rsid w:val="00E25188"/>
    <w:rsid w:val="00E2772A"/>
    <w:rsid w:val="00E52DDB"/>
    <w:rsid w:val="00E61D0A"/>
    <w:rsid w:val="00E74E11"/>
    <w:rsid w:val="00E75098"/>
    <w:rsid w:val="00E900EC"/>
    <w:rsid w:val="00E90959"/>
    <w:rsid w:val="00E930FB"/>
    <w:rsid w:val="00EB4B73"/>
    <w:rsid w:val="00EC74EA"/>
    <w:rsid w:val="00EE6EFD"/>
    <w:rsid w:val="00EE72D8"/>
    <w:rsid w:val="00EF0B45"/>
    <w:rsid w:val="00EF40FE"/>
    <w:rsid w:val="00EF63AD"/>
    <w:rsid w:val="00F11397"/>
    <w:rsid w:val="00F16735"/>
    <w:rsid w:val="00F22652"/>
    <w:rsid w:val="00F24B75"/>
    <w:rsid w:val="00F356C4"/>
    <w:rsid w:val="00F40374"/>
    <w:rsid w:val="00F46DF6"/>
    <w:rsid w:val="00F53E89"/>
    <w:rsid w:val="00F65AB4"/>
    <w:rsid w:val="00F96199"/>
    <w:rsid w:val="00F974D5"/>
    <w:rsid w:val="00FA4C8F"/>
    <w:rsid w:val="00FA5037"/>
    <w:rsid w:val="00FA67A9"/>
    <w:rsid w:val="00FB6EA5"/>
    <w:rsid w:val="00FB78AB"/>
    <w:rsid w:val="00FC4C86"/>
    <w:rsid w:val="00FD4C77"/>
    <w:rsid w:val="00FE5351"/>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394222">
      <w:bodyDiv w:val="1"/>
      <w:marLeft w:val="0"/>
      <w:marRight w:val="0"/>
      <w:marTop w:val="0"/>
      <w:marBottom w:val="0"/>
      <w:divBdr>
        <w:top w:val="none" w:sz="0" w:space="0" w:color="auto"/>
        <w:left w:val="none" w:sz="0" w:space="0" w:color="auto"/>
        <w:bottom w:val="none" w:sz="0" w:space="0" w:color="auto"/>
        <w:right w:val="none" w:sz="0" w:space="0" w:color="auto"/>
      </w:divBdr>
    </w:div>
    <w:div w:id="1007244358">
      <w:bodyDiv w:val="1"/>
      <w:marLeft w:val="0"/>
      <w:marRight w:val="0"/>
      <w:marTop w:val="0"/>
      <w:marBottom w:val="0"/>
      <w:divBdr>
        <w:top w:val="none" w:sz="0" w:space="0" w:color="auto"/>
        <w:left w:val="none" w:sz="0" w:space="0" w:color="auto"/>
        <w:bottom w:val="none" w:sz="0" w:space="0" w:color="auto"/>
        <w:right w:val="none" w:sz="0" w:space="0" w:color="auto"/>
      </w:divBdr>
    </w:div>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 w:id="1576475006">
      <w:bodyDiv w:val="1"/>
      <w:marLeft w:val="0"/>
      <w:marRight w:val="0"/>
      <w:marTop w:val="0"/>
      <w:marBottom w:val="0"/>
      <w:divBdr>
        <w:top w:val="none" w:sz="0" w:space="0" w:color="auto"/>
        <w:left w:val="none" w:sz="0" w:space="0" w:color="auto"/>
        <w:bottom w:val="none" w:sz="0" w:space="0" w:color="auto"/>
        <w:right w:val="none" w:sz="0" w:space="0" w:color="auto"/>
      </w:divBdr>
    </w:div>
    <w:div w:id="1846628651">
      <w:bodyDiv w:val="1"/>
      <w:marLeft w:val="0"/>
      <w:marRight w:val="0"/>
      <w:marTop w:val="0"/>
      <w:marBottom w:val="0"/>
      <w:divBdr>
        <w:top w:val="none" w:sz="0" w:space="0" w:color="auto"/>
        <w:left w:val="none" w:sz="0" w:space="0" w:color="auto"/>
        <w:bottom w:val="none" w:sz="0" w:space="0" w:color="auto"/>
        <w:right w:val="none" w:sz="0" w:space="0" w:color="auto"/>
      </w:divBdr>
    </w:div>
    <w:div w:id="208583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AS_Project\Documents\TEST\TestCas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45AB1244A19A4686CD3639E5AF3F8F" ma:contentTypeVersion="7" ma:contentTypeDescription="Create a new document." ma:contentTypeScope="" ma:versionID="0f0005ef7a315cf4fe2d363fb5c57144">
  <xsd:schema xmlns:xsd="http://www.w3.org/2001/XMLSchema" xmlns:xs="http://www.w3.org/2001/XMLSchema" xmlns:p="http://schemas.microsoft.com/office/2006/metadata/properties" xmlns:ns2="fc10853a-ab03-422f-986c-c3e75186d4d9" xmlns:ns3="bbc9d6c8-2042-4188-ae6f-844073ccc4ad" xmlns:ns4="http://schemas.microsoft.com/sharepoint/v3/fields" targetNamespace="http://schemas.microsoft.com/office/2006/metadata/properties" ma:root="true" ma:fieldsID="2cc2fd427b357cc012ea6eca6824aca0" ns2:_="" ns3:_="" ns4:_="">
    <xsd:import namespace="fc10853a-ab03-422f-986c-c3e75186d4d9"/>
    <xsd:import namespace="bbc9d6c8-2042-4188-ae6f-844073ccc4ad"/>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Application" minOccurs="0"/>
                <xsd:element ref="ns3:Task" minOccurs="0"/>
                <xsd:element ref="ns3:Owner" minOccurs="0"/>
                <xsd:element ref="ns4:_ResourceType" minOccurs="0"/>
                <xsd:element ref="ns3:Rational_x003f_" minOccurs="0"/>
                <xsd:element ref="ns3:Artifac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0853a-ab03-422f-986c-c3e75186d4d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c9d6c8-2042-4188-ae6f-844073ccc4ad" elementFormDefault="qualified">
    <xsd:import namespace="http://schemas.microsoft.com/office/2006/documentManagement/types"/>
    <xsd:import namespace="http://schemas.microsoft.com/office/infopath/2007/PartnerControls"/>
    <xsd:element name="Application" ma:index="11" nillable="true" ma:displayName="App/Service/Middleware" ma:internalName="Application">
      <xsd:complexType>
        <xsd:complexContent>
          <xsd:extension base="dms:MultiChoice">
            <xsd:sequence>
              <xsd:element name="Value" maxOccurs="unbounded" minOccurs="0" nillable="true">
                <xsd:simpleType>
                  <xsd:restriction base="dms:Choice">
                    <xsd:enumeration value="AcS"/>
                    <xsd:enumeration value="BMS"/>
                    <xsd:enumeration value="Cohort Extractors"/>
                    <xsd:enumeration value="EFR"/>
                    <xsd:enumeration value="HAIISS/PHSR"/>
                    <xsd:enumeration value="IAM"/>
                    <xsd:enumeration value="MDWS"/>
                    <xsd:enumeration value="MSSR"/>
                    <xsd:enumeration value="NUMI"/>
                    <xsd:enumeration value="SSO"/>
                    <xsd:enumeration value="TBI Registry"/>
                    <xsd:enumeration value="VIA"/>
                    <xsd:enumeration value="VistA"/>
                  </xsd:restriction>
                </xsd:simpleType>
              </xsd:element>
            </xsd:sequence>
          </xsd:extension>
        </xsd:complexContent>
      </xsd:complexType>
    </xsd:element>
    <xsd:element name="Task" ma:index="12" nillable="true" ma:displayName="Task" ma:internalName="Task">
      <xsd:complexType>
        <xsd:complexContent>
          <xsd:extension base="dms:MultiChoice">
            <xsd:sequence>
              <xsd:element name="Value" maxOccurs="unbounded" minOccurs="0" nillable="true">
                <xsd:simpleType>
                  <xsd:restriction base="dms:Choice">
                    <xsd:enumeration value="Assessment"/>
                    <xsd:enumeration value="Configuration"/>
                    <xsd:enumeration value="Deployment"/>
                    <xsd:enumeration value="Development"/>
                    <xsd:enumeration value="IOC"/>
                    <xsd:enumeration value="Migration"/>
                    <xsd:enumeration value="Project Management"/>
                    <xsd:enumeration value="Remediation"/>
                    <xsd:enumeration value="Requirements"/>
                    <xsd:enumeration value="SCA"/>
                    <xsd:enumeration value="Standardization"/>
                    <xsd:enumeration value="Testing"/>
                  </xsd:restriction>
                </xsd:simpleType>
              </xsd:element>
            </xsd:sequence>
          </xsd:extension>
        </xsd:complexContent>
      </xsd:complexType>
    </xsd:element>
    <xsd:element name="Owner" ma:index="13" nillable="true" ma:displayName="Owner" ma:list="UserInfo" ma:SharePointGroup="0" ma:internalName="Own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onal_x003f_" ma:index="15" nillable="true" ma:displayName="Rational?" ma:internalName="Rational_x003f_">
      <xsd:complexType>
        <xsd:complexContent>
          <xsd:extension base="dms:MultiChoice">
            <xsd:sequence>
              <xsd:element name="Value" maxOccurs="unbounded" minOccurs="0" nillable="true">
                <xsd:simpleType>
                  <xsd:restriction base="dms:Choice">
                    <xsd:enumeration value="Posted"/>
                  </xsd:restriction>
                </xsd:simpleType>
              </xsd:element>
            </xsd:sequence>
          </xsd:extension>
        </xsd:complexContent>
      </xsd:complexType>
    </xsd:element>
    <xsd:element name="Artifact_x0020_Type" ma:index="16" nillable="true" ma:displayName="Artifact Type" ma:format="Dropdown" ma:internalName="Artifact_x0020_Type">
      <xsd:simpleType>
        <xsd:restriction base="dms:Choice">
          <xsd:enumeration value="Assessment"/>
          <xsd:enumeration value="BRD"/>
          <xsd:enumeration value="Checklist"/>
          <xsd:enumeration value="Defect log"/>
          <xsd:enumeration value="Diagram"/>
          <xsd:enumeration value="Guide"/>
          <xsd:enumeration value="ICD"/>
          <xsd:enumeration value="Minutes"/>
          <xsd:enumeration value="Plan"/>
          <xsd:enumeration value="POM"/>
          <xsd:enumeration value="Presentation"/>
          <xsd:enumeration value="PWS"/>
          <xsd:enumeration value="Report"/>
          <xsd:enumeration value="Request"/>
          <xsd:enumeration value="RSD"/>
          <xsd:enumeration value="RTM"/>
          <xsd:enumeration value="SDD"/>
          <xsd:enumeration value="Template"/>
          <xsd:enumeration value="Test Case"/>
          <xsd:enumeration value="Use Case/Story"/>
          <xsd:enumeration value="User Guide"/>
          <xsd:enumeration value="VD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sourceType" ma:index="14" nillable="true" ma:displayName="Resource Type" ma:description="A set of categories, functions, genres or aggregation levels" ma:format="Dropdown" ma:internalName="_ResourceType">
      <xsd:simpleType>
        <xsd:restriction base="dms:Choice">
          <xsd:enumeration value="Background"/>
          <xsd:enumeration value="Deliverable"/>
          <xsd:enumeration value="Tea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fc10853a-ab03-422f-986c-c3e75186d4d9">ZNAUD33T34AC-428-104</_dlc_DocId>
    <_dlc_DocIdUrl xmlns="fc10853a-ab03-422f-986c-c3e75186d4d9">
      <Url>https://vaww.portal2.va.gov/sites/fss/Vista-AA/_layouts/DocIdRedir.aspx?ID=ZNAUD33T34AC-428-104</Url>
      <Description>ZNAUD33T34AC-428-104</Description>
    </_dlc_DocIdUrl>
    <Owner xmlns="bbc9d6c8-2042-4188-ae6f-844073ccc4ad">
      <UserInfo>
        <DisplayName>DVA\vacokleinf</DisplayName>
        <AccountId>18149</AccountId>
        <AccountType/>
      </UserInfo>
    </Owner>
    <Artifact_x0020_Type xmlns="bbc9d6c8-2042-4188-ae6f-844073ccc4ad">Template</Artifact_x0020_Type>
    <_ResourceType xmlns="http://schemas.microsoft.com/sharepoint/v3/fields">Team</_ResourceType>
    <Application xmlns="bbc9d6c8-2042-4188-ae6f-844073ccc4ad">
      <Value>BMS</Value>
      <Value>NUMI</Value>
      <Value>Cohort Extractors</Value>
      <Value>EFR</Value>
      <Value>HAIISS/PHSR</Value>
      <Value>MSSR</Value>
      <Value>TBI Registry</Value>
    </Application>
    <Task xmlns="bbc9d6c8-2042-4188-ae6f-844073ccc4ad">
      <Value>Standardization</Value>
      <Value>Testing</Value>
    </Task>
    <Rational_x003f_ xmlns="bbc9d6c8-2042-4188-ae6f-844073ccc4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23CA0-DEDD-4BCA-88D1-84B6BFE95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0853a-ab03-422f-986c-c3e75186d4d9"/>
    <ds:schemaRef ds:uri="bbc9d6c8-2042-4188-ae6f-844073ccc4ad"/>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9A26A-BD80-4377-A89C-B3F5C80565E8}">
  <ds:schemaRefs>
    <ds:schemaRef ds:uri="http://schemas.microsoft.com/sharepoint/events"/>
  </ds:schemaRefs>
</ds:datastoreItem>
</file>

<file path=customXml/itemProps3.xml><?xml version="1.0" encoding="utf-8"?>
<ds:datastoreItem xmlns:ds="http://schemas.openxmlformats.org/officeDocument/2006/customXml" ds:itemID="{744358AE-39EF-4D9B-A0FB-437BF112B3B6}">
  <ds:schemaRefs>
    <ds:schemaRef ds:uri="http://schemas.microsoft.com/office/2006/metadata/properties"/>
    <ds:schemaRef ds:uri="http://schemas.microsoft.com/office/infopath/2007/PartnerControls"/>
    <ds:schemaRef ds:uri="fc10853a-ab03-422f-986c-c3e75186d4d9"/>
    <ds:schemaRef ds:uri="bbc9d6c8-2042-4188-ae6f-844073ccc4ad"/>
    <ds:schemaRef ds:uri="http://schemas.microsoft.com/sharepoint/v3/fields"/>
  </ds:schemaRefs>
</ds:datastoreItem>
</file>

<file path=customXml/itemProps4.xml><?xml version="1.0" encoding="utf-8"?>
<ds:datastoreItem xmlns:ds="http://schemas.openxmlformats.org/officeDocument/2006/customXml" ds:itemID="{B70B62F4-3560-4C14-AFF8-F2E77B928468}">
  <ds:schemaRefs>
    <ds:schemaRef ds:uri="http://schemas.microsoft.com/sharepoint/v3/contenttype/forms"/>
  </ds:schemaRefs>
</ds:datastoreItem>
</file>

<file path=customXml/itemProps5.xml><?xml version="1.0" encoding="utf-8"?>
<ds:datastoreItem xmlns:ds="http://schemas.openxmlformats.org/officeDocument/2006/customXml" ds:itemID="{9FB9E6C9-F339-4BCB-B6A4-C277E8066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TestCases</Template>
  <TotalTime>35</TotalTime>
  <Pages>11</Pages>
  <Words>1628</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VAE Test Cases</vt:lpstr>
    </vt:vector>
  </TitlesOfParts>
  <Company>Dept. of Veterans Affairs</Company>
  <LinksUpToDate>false</LinksUpToDate>
  <CharactersWithSpaces>10887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VAE Test Cases</dc:title>
  <dc:creator>McGovern, Joseph (Technatomy)</dc:creator>
  <cp:lastModifiedBy>McGovern, Joseph (Technatomy)</cp:lastModifiedBy>
  <cp:revision>5</cp:revision>
  <dcterms:created xsi:type="dcterms:W3CDTF">2017-10-02T21:14:00Z</dcterms:created>
  <dcterms:modified xsi:type="dcterms:W3CDTF">2017-10-16T01:33:00Z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a3fa83c3-2898-4d9d-861c-0553f1f1bd4b</vt:lpwstr>
  </property>
  <property fmtid="{D5CDD505-2E9C-101B-9397-08002B2CF9AE}" pid="3" name="ContentTypeId">
    <vt:lpwstr>0x0101003B45AB1244A19A4686CD3639E5AF3F8F</vt:lpwstr>
  </property>
</Properties>
</file>